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74670" w14:textId="77777777" w:rsidR="00F422D3" w:rsidRDefault="00F422D3" w:rsidP="004D482C">
      <w:pPr>
        <w:pStyle w:val="Titul1"/>
        <w:jc w:val="both"/>
      </w:pPr>
      <w:r>
        <w:t xml:space="preserve">SMLOUVA O DÍLO </w:t>
      </w:r>
    </w:p>
    <w:p w14:paraId="1F56212A" w14:textId="1A579A2F" w:rsidR="00F422D3" w:rsidRDefault="00F422D3" w:rsidP="004D482C">
      <w:pPr>
        <w:pStyle w:val="Titul2"/>
      </w:pPr>
      <w:r>
        <w:t>Název zakázky:</w:t>
      </w:r>
      <w:r w:rsidR="003F0E62">
        <w:t xml:space="preserve"> </w:t>
      </w:r>
      <w:r w:rsidR="00F903C0" w:rsidRPr="00F903C0">
        <w:t>Vypracování projektové dokumentace „Oprava mostních objektů v úseku Rovensko pod</w:t>
      </w:r>
      <w:r w:rsidR="007776A9">
        <w:t> </w:t>
      </w:r>
      <w:r w:rsidR="001E233C" w:rsidRPr="00F903C0">
        <w:t>Troskami – Turnov</w:t>
      </w:r>
      <w:r w:rsidR="00F903C0" w:rsidRPr="00F903C0">
        <w:t>“</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67143EEC"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E04266">
        <w:rPr>
          <w:rFonts w:eastAsia="Times New Roman" w:cs="Arial"/>
          <w:bCs/>
          <w:snapToGrid w:val="0"/>
          <w:lang w:eastAsia="cs-CZ"/>
        </w:rPr>
        <w:t xml:space="preserve">Ing. </w:t>
      </w:r>
      <w:r w:rsidR="00E8059D" w:rsidRPr="00E04266">
        <w:rPr>
          <w:rFonts w:eastAsia="Times New Roman" w:cs="Arial"/>
          <w:bCs/>
          <w:snapToGrid w:val="0"/>
          <w:lang w:eastAsia="cs-CZ"/>
        </w:rPr>
        <w:t>Pavlou Kosinovou</w:t>
      </w:r>
      <w:r w:rsidRPr="001C2A3F">
        <w:rPr>
          <w:rFonts w:eastAsia="Times New Roman" w:cs="Arial"/>
          <w:snapToGrid w:val="0"/>
          <w:lang w:eastAsia="cs-CZ"/>
        </w:rPr>
        <w:t>, ředitel</w:t>
      </w:r>
      <w:r w:rsidR="00E04266">
        <w:rPr>
          <w:rFonts w:eastAsia="Times New Roman" w:cs="Arial"/>
          <w:snapToGrid w:val="0"/>
          <w:lang w:eastAsia="cs-CZ"/>
        </w:rPr>
        <w:t>kou</w:t>
      </w:r>
      <w:r w:rsidRPr="001C2A3F">
        <w:rPr>
          <w:rFonts w:eastAsia="Times New Roman" w:cs="Arial"/>
          <w:snapToGrid w:val="0"/>
          <w:lang w:eastAsia="cs-CZ"/>
        </w:rPr>
        <w:t xml:space="preserve">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základě </w:t>
      </w:r>
      <w:r w:rsidR="00EB421D" w:rsidRPr="00F903C0">
        <w:rPr>
          <w:rFonts w:eastAsia="Times New Roman" w:cs="Arial"/>
          <w:snapToGrid w:val="0"/>
          <w:lang w:eastAsia="cs-CZ"/>
        </w:rPr>
        <w:t>pověření č. 3</w:t>
      </w:r>
      <w:r w:rsidR="00E8059D" w:rsidRPr="00F903C0">
        <w:rPr>
          <w:rFonts w:eastAsia="Times New Roman" w:cs="Arial"/>
          <w:snapToGrid w:val="0"/>
          <w:lang w:eastAsia="cs-CZ"/>
        </w:rPr>
        <w:t>430</w:t>
      </w:r>
      <w:r w:rsidR="00EB421D" w:rsidRPr="00F903C0">
        <w:rPr>
          <w:rFonts w:eastAsia="Times New Roman" w:cs="Arial"/>
          <w:snapToGrid w:val="0"/>
          <w:lang w:eastAsia="cs-CZ"/>
        </w:rPr>
        <w:t xml:space="preserve"> ze dne 1</w:t>
      </w:r>
      <w:r w:rsidR="00E8059D" w:rsidRPr="00F903C0">
        <w:rPr>
          <w:rFonts w:eastAsia="Times New Roman" w:cs="Arial"/>
          <w:snapToGrid w:val="0"/>
          <w:lang w:eastAsia="cs-CZ"/>
        </w:rPr>
        <w:t>2</w:t>
      </w:r>
      <w:r w:rsidR="00EB421D" w:rsidRPr="00F903C0">
        <w:rPr>
          <w:rFonts w:eastAsia="Times New Roman" w:cs="Arial"/>
          <w:snapToGrid w:val="0"/>
          <w:lang w:eastAsia="cs-CZ"/>
        </w:rPr>
        <w:t xml:space="preserve">. </w:t>
      </w:r>
      <w:r w:rsidR="00E8059D" w:rsidRPr="00F903C0">
        <w:rPr>
          <w:rFonts w:eastAsia="Times New Roman" w:cs="Arial"/>
          <w:snapToGrid w:val="0"/>
          <w:lang w:eastAsia="cs-CZ"/>
        </w:rPr>
        <w:t>12</w:t>
      </w:r>
      <w:r w:rsidR="00EB421D" w:rsidRPr="00F903C0">
        <w:rPr>
          <w:rFonts w:eastAsia="Times New Roman" w:cs="Arial"/>
          <w:snapToGrid w:val="0"/>
          <w:lang w:eastAsia="cs-CZ"/>
        </w:rPr>
        <w:t>. 202</w:t>
      </w:r>
      <w:r w:rsidR="00E8059D" w:rsidRPr="00F903C0">
        <w:rPr>
          <w:rFonts w:eastAsia="Times New Roman" w:cs="Arial"/>
          <w:snapToGrid w:val="0"/>
          <w:lang w:eastAsia="cs-CZ"/>
        </w:rPr>
        <w:t>3</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4651E4EF"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F903C0">
        <w:rPr>
          <w:rFonts w:eastAsia="Times New Roman" w:cs="Arial"/>
          <w:snapToGrid w:val="0"/>
          <w:lang w:eastAsia="cs-CZ"/>
        </w:rPr>
        <w:t>ve věcech technických:</w:t>
      </w:r>
      <w:r w:rsidR="00566EF0">
        <w:rPr>
          <w:rFonts w:eastAsia="Times New Roman" w:cs="Arial"/>
          <w:snapToGrid w:val="0"/>
          <w:lang w:eastAsia="cs-CZ"/>
        </w:rPr>
        <w:tab/>
      </w:r>
      <w:r w:rsidR="00F903C0">
        <w:rPr>
          <w:rFonts w:eastAsia="Times New Roman" w:cs="Arial"/>
          <w:snapToGrid w:val="0"/>
          <w:lang w:eastAsia="cs-CZ"/>
        </w:rPr>
        <w:t>Jiří Tucauer</w:t>
      </w:r>
      <w:r w:rsidR="00566EF0">
        <w:rPr>
          <w:rFonts w:eastAsia="Times New Roman" w:cs="Arial"/>
          <w:snapToGrid w:val="0"/>
          <w:lang w:eastAsia="cs-CZ"/>
        </w:rPr>
        <w:t xml:space="preserve">, tel.: </w:t>
      </w:r>
      <w:r w:rsidR="00F903C0" w:rsidRPr="00F903C0">
        <w:rPr>
          <w:rFonts w:eastAsia="Times New Roman" w:cs="Arial"/>
          <w:snapToGrid w:val="0"/>
          <w:lang w:eastAsia="cs-CZ"/>
        </w:rPr>
        <w:t xml:space="preserve">972 341 </w:t>
      </w:r>
      <w:r w:rsidR="00F903C0">
        <w:rPr>
          <w:rFonts w:eastAsia="Times New Roman" w:cs="Arial"/>
          <w:snapToGrid w:val="0"/>
          <w:lang w:eastAsia="cs-CZ"/>
        </w:rPr>
        <w:t>335</w:t>
      </w:r>
      <w:r w:rsidR="00566EF0">
        <w:rPr>
          <w:rFonts w:eastAsia="Times New Roman" w:cs="Arial"/>
          <w:snapToGrid w:val="0"/>
          <w:lang w:eastAsia="cs-CZ"/>
        </w:rPr>
        <w:t xml:space="preserve">, </w:t>
      </w:r>
      <w:r w:rsidR="00F903C0">
        <w:rPr>
          <w:rFonts w:eastAsia="Times New Roman" w:cs="Arial"/>
          <w:snapToGrid w:val="0"/>
          <w:lang w:eastAsia="cs-CZ"/>
        </w:rPr>
        <w:t>Tucauer</w:t>
      </w:r>
      <w:r w:rsidR="00566EF0">
        <w:rPr>
          <w:rFonts w:eastAsia="Times New Roman" w:cs="Arial"/>
          <w:snapToGrid w:val="0"/>
          <w:lang w:eastAsia="cs-CZ"/>
        </w:rPr>
        <w:t>@spravazeleznic.cz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68CFBE01" w:rsidR="00C63E53" w:rsidRDefault="00C63E53" w:rsidP="004D482C">
      <w:pPr>
        <w:pStyle w:val="Textbezodsazen"/>
        <w:ind w:left="567"/>
        <w:rPr>
          <w:b/>
        </w:rPr>
      </w:pPr>
      <w:r>
        <w:t>ev. č. registru VZ</w:t>
      </w:r>
      <w:r w:rsidRPr="00B42F40">
        <w:t xml:space="preserve">: </w:t>
      </w:r>
      <w:r w:rsidR="007F6330">
        <w:t>64024059</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F903C0"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903C0">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039104CF"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F903C0" w:rsidRPr="00F903C0">
        <w:t xml:space="preserve">Oprava mostních objektů v úseku Rovensko pod </w:t>
      </w:r>
      <w:r w:rsidR="00760AAE" w:rsidRPr="00F903C0">
        <w:t>Troskami – Turnov</w:t>
      </w:r>
      <w:r w:rsidRPr="00657A25">
        <w:t>“, č.</w:t>
      </w:r>
      <w:r w:rsidR="00F903C0">
        <w:t> </w:t>
      </w:r>
      <w:r w:rsidRPr="00B61444">
        <w:t>j</w:t>
      </w:r>
      <w:r w:rsidRPr="00566EF0">
        <w:t>.:</w:t>
      </w:r>
      <w:r w:rsidR="00566EF0">
        <w:t xml:space="preserve"> </w:t>
      </w:r>
      <w:r w:rsidR="007F6330" w:rsidRPr="007F6330">
        <w:t>20552/2024-SŽ-OŘ HKR-</w:t>
      </w:r>
      <w:proofErr w:type="spellStart"/>
      <w:r w:rsidR="007F6330" w:rsidRPr="007F6330">
        <w:t>NPI</w:t>
      </w:r>
      <w:proofErr w:type="spellEnd"/>
      <w:r w:rsidR="00566EF0" w:rsidRPr="00566EF0">
        <w:t xml:space="preserve"> </w:t>
      </w:r>
      <w:r w:rsidRPr="00657A25">
        <w:t xml:space="preserve">(dále jen „Výzva“). </w:t>
      </w:r>
    </w:p>
    <w:p w14:paraId="064AB395" w14:textId="569B5B0A" w:rsidR="00EF05B5" w:rsidRPr="00C42371" w:rsidRDefault="00EF05B5" w:rsidP="004D482C">
      <w:pPr>
        <w:pStyle w:val="Text1-1"/>
      </w:pPr>
      <w:r w:rsidRPr="00C42371">
        <w:t xml:space="preserve">Nabídka vybraného zhotovitele obdržená </w:t>
      </w:r>
      <w:r w:rsidR="004053C8">
        <w:t>prostřednictvím elektronického nástroje E</w:t>
      </w:r>
      <w:r w:rsidR="001E233C">
        <w:t>-</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37881355" w:rsidR="00EF05B5" w:rsidRPr="00EF05B5" w:rsidRDefault="00EF05B5" w:rsidP="004D482C">
      <w:pPr>
        <w:pStyle w:val="Text1-1"/>
      </w:pPr>
      <w:r w:rsidRPr="00324258">
        <w:t xml:space="preserve">Zákon č. </w:t>
      </w:r>
      <w:r w:rsidR="008F5DBC">
        <w:t>2</w:t>
      </w:r>
      <w:r w:rsidRPr="00324258">
        <w:t>83/20</w:t>
      </w:r>
      <w:r w:rsidR="008F5DBC">
        <w:t>21</w:t>
      </w:r>
      <w:r w:rsidRPr="00324258">
        <w:t xml:space="preserve"> Sb., </w:t>
      </w:r>
      <w:r w:rsidR="008F5DBC">
        <w:t>S</w:t>
      </w:r>
      <w:r w:rsidRPr="00324258">
        <w:t>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příslušné technické normy (ČSN, EN,</w:t>
      </w:r>
      <w:r w:rsidR="00BB7034">
        <w:t xml:space="preserve"> </w:t>
      </w:r>
      <w:proofErr w:type="spellStart"/>
      <w:r w:rsidRPr="00A02B1F">
        <w:t>TNŽ</w:t>
      </w:r>
      <w:proofErr w:type="spellEnd"/>
      <w:r w:rsidRPr="00A02B1F">
        <w:t xml:space="preserve">), </w:t>
      </w:r>
      <w:r w:rsidRPr="00EF05B5">
        <w:t>drážní předpisy a další relevantní právní předpisy, vše</w:t>
      </w:r>
      <w:r w:rsidR="00760AAE">
        <w:t> </w:t>
      </w:r>
      <w:r w:rsidRPr="00EF05B5">
        <w:t>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28961B97"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w:t>
      </w:r>
      <w:r w:rsidR="00760AAE">
        <w:rPr>
          <w:snapToGrid w:val="0"/>
          <w:lang w:eastAsia="cs-CZ"/>
        </w:rPr>
        <w:t> </w:t>
      </w:r>
      <w:r w:rsidRPr="00EF05B5">
        <w:rPr>
          <w:snapToGrid w:val="0"/>
          <w:lang w:eastAsia="cs-CZ"/>
        </w:rPr>
        <w:t>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4BE28AAE" w:rsidR="007D0186" w:rsidRPr="00324258" w:rsidRDefault="007D0186" w:rsidP="004D482C">
      <w:pPr>
        <w:pStyle w:val="Text1-1"/>
      </w:pPr>
      <w:r w:rsidRPr="00324258">
        <w:t xml:space="preserve">Název díla: </w:t>
      </w:r>
      <w:r w:rsidR="00F903C0" w:rsidRPr="00F903C0">
        <w:t>Vypracování projektové dokumentace Vypracování projektové dokumentace „Oprava mostních objektů v úseku Rovensko pod Troskami - Turnov“</w:t>
      </w:r>
    </w:p>
    <w:p w14:paraId="35F362D5" w14:textId="597B9330"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7D064F" w:rsidRPr="007D064F">
        <w:t>opravu mostu v km 23,852 a propustků v km 18,239; 21,976; 23,340 a 24,100 v úseku Rovensko pod Troskami - Turnov, trati Libuň - Turnov Oprava. Oprava bude spočívat ve výměně nosné konstrukce za novou s průběžným kolejovým ložem a ve výměně propustků za nové železobetonové propustky. Stávající geometrická poloha koleje u</w:t>
      </w:r>
      <w:r w:rsidR="00760AAE">
        <w:t> </w:t>
      </w:r>
      <w:r w:rsidR="007D064F" w:rsidRPr="007D064F">
        <w:t>mostu bude optimalizována v nutném úseku od železničního přejezdu v km 23,988 do</w:t>
      </w:r>
      <w:r w:rsidR="00760AAE">
        <w:t> </w:t>
      </w:r>
      <w:r w:rsidR="007D064F" w:rsidRPr="007D064F">
        <w:t>navazujících úseků</w:t>
      </w:r>
      <w:r w:rsidR="00543261">
        <w:rPr>
          <w:rStyle w:val="Odkaznakoment"/>
          <w:rFonts w:cs="Arial"/>
          <w:sz w:val="18"/>
          <w:szCs w:val="18"/>
        </w:rPr>
        <w:t xml:space="preserve"> </w:t>
      </w:r>
      <w:r w:rsidR="008D24EE">
        <w:rPr>
          <w:rStyle w:val="Odkaznakoment"/>
          <w:rFonts w:cs="Arial"/>
          <w:sz w:val="18"/>
          <w:szCs w:val="18"/>
        </w:rPr>
        <w:t>(dále jen „Stavba“)</w:t>
      </w:r>
      <w:r w:rsidR="009E2667">
        <w:rPr>
          <w:szCs w:val="22"/>
        </w:rPr>
        <w:t>.</w:t>
      </w:r>
      <w:r w:rsidRPr="00233C72">
        <w:rPr>
          <w:szCs w:val="22"/>
        </w:rPr>
        <w:t xml:space="preserve"> </w:t>
      </w:r>
      <w:r w:rsidR="009E2667">
        <w:rPr>
          <w:szCs w:val="22"/>
        </w:rPr>
        <w:t>K</w:t>
      </w:r>
      <w:r>
        <w:rPr>
          <w:szCs w:val="22"/>
        </w:rPr>
        <w:t>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F903C0" w:rsidRDefault="004112D1" w:rsidP="004D482C">
      <w:pPr>
        <w:pStyle w:val="Text1-1"/>
      </w:pPr>
      <w:r w:rsidRPr="00F903C0">
        <w:t>P</w:t>
      </w:r>
      <w:r w:rsidR="00557DDF" w:rsidRPr="00F903C0">
        <w:t>rojektová dokumentace bude obsahovat tyto části:</w:t>
      </w:r>
    </w:p>
    <w:p w14:paraId="43DE2595"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Technická dokumentace</w:t>
      </w:r>
    </w:p>
    <w:p w14:paraId="3C54A08B"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Situace</w:t>
      </w:r>
    </w:p>
    <w:p w14:paraId="159FBF0D"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Podélný profil</w:t>
      </w:r>
    </w:p>
    <w:p w14:paraId="2C71254C"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Vzorové příčné řezy koleje a přejezdu</w:t>
      </w:r>
    </w:p>
    <w:p w14:paraId="0BB0AAB5"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Vytyčovací výkres</w:t>
      </w:r>
    </w:p>
    <w:p w14:paraId="139189EB"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Technologický postup výlukových prací</w:t>
      </w:r>
    </w:p>
    <w:p w14:paraId="5164BDA2" w14:textId="5998F19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Položkový soupis prací s výkazem výměr (oceněný + neoceněný)</w:t>
      </w:r>
      <w:r w:rsidR="00D95B8F" w:rsidRPr="00F903C0">
        <w:rPr>
          <w:rFonts w:asciiTheme="minorHAnsi" w:hAnsiTheme="minorHAnsi"/>
          <w:b w:val="0"/>
          <w:caps w:val="0"/>
          <w:sz w:val="18"/>
        </w:rPr>
        <w:t xml:space="preserve"> – v členění dle</w:t>
      </w:r>
      <w:r w:rsidR="00760AAE">
        <w:rPr>
          <w:rFonts w:asciiTheme="minorHAnsi" w:hAnsiTheme="minorHAnsi"/>
          <w:b w:val="0"/>
          <w:caps w:val="0"/>
          <w:sz w:val="18"/>
        </w:rPr>
        <w:t> </w:t>
      </w:r>
      <w:r w:rsidR="00D95B8F" w:rsidRPr="00F903C0">
        <w:rPr>
          <w:rFonts w:asciiTheme="minorHAnsi" w:hAnsiTheme="minorHAnsi"/>
          <w:b w:val="0"/>
          <w:caps w:val="0"/>
          <w:sz w:val="18"/>
        </w:rPr>
        <w:t xml:space="preserve">Směrnice SŽ </w:t>
      </w:r>
      <w:proofErr w:type="spellStart"/>
      <w:r w:rsidR="00D95B8F" w:rsidRPr="00F903C0">
        <w:rPr>
          <w:rFonts w:asciiTheme="minorHAnsi" w:hAnsiTheme="minorHAnsi"/>
          <w:b w:val="0"/>
          <w:caps w:val="0"/>
          <w:sz w:val="18"/>
        </w:rPr>
        <w:t>SM011</w:t>
      </w:r>
      <w:proofErr w:type="spellEnd"/>
      <w:r w:rsidR="00D95B8F" w:rsidRPr="00F903C0">
        <w:rPr>
          <w:rFonts w:asciiTheme="minorHAnsi" w:hAnsiTheme="minorHAnsi"/>
          <w:b w:val="0"/>
          <w:caps w:val="0"/>
          <w:sz w:val="18"/>
        </w:rPr>
        <w:t xml:space="preserve"> </w:t>
      </w:r>
    </w:p>
    <w:p w14:paraId="20CBD1B6"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Dokladová část (výpis z katastru nemovitostí, kopie katastrální mapy, příp. informací o</w:t>
      </w:r>
      <w:r w:rsidR="008B2FF7" w:rsidRPr="00F903C0">
        <w:rPr>
          <w:rFonts w:asciiTheme="minorHAnsi" w:hAnsiTheme="minorHAnsi"/>
          <w:b w:val="0"/>
          <w:caps w:val="0"/>
          <w:sz w:val="18"/>
        </w:rPr>
        <w:t> </w:t>
      </w:r>
      <w:r w:rsidRPr="00F903C0">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768439AB"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hotovitele opravných prací (veřejné</w:t>
      </w:r>
      <w:r w:rsidR="00760AAE">
        <w:t> </w:t>
      </w:r>
      <w:r w:rsidRPr="00624262">
        <w:t xml:space="preserve">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2D0D7D93"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w:t>
      </w:r>
      <w:r w:rsidR="00760AAE">
        <w:t> </w:t>
      </w:r>
      <w:r w:rsidRPr="00A209AF">
        <w:t>přílohou č. 3 této Smlouvy (dále jen „Harmonogram plnění“).</w:t>
      </w:r>
    </w:p>
    <w:p w14:paraId="1C034B06" w14:textId="77777777" w:rsidR="00F24489" w:rsidRDefault="00D84FB3" w:rsidP="004D482C">
      <w:pPr>
        <w:pStyle w:val="Nadpis1-1"/>
        <w:jc w:val="both"/>
      </w:pPr>
      <w:r>
        <w:lastRenderedPageBreak/>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 xml:space="preserve">mlouvy a v souladu se Zadávací dokumentací. </w:t>
      </w:r>
      <w:r>
        <w:lastRenderedPageBreak/>
        <w:t>Provedením díla se rozumí pouze předání kompletního d</w:t>
      </w:r>
      <w:r w:rsidR="00171486">
        <w:t>íla dle veškerých podmínek této </w:t>
      </w:r>
      <w:r w:rsidR="00642E18">
        <w:t>S</w:t>
      </w:r>
      <w:r>
        <w:t>mlouvy.</w:t>
      </w:r>
    </w:p>
    <w:p w14:paraId="1E082456" w14:textId="4A21820F" w:rsidR="006C7460" w:rsidRDefault="006C7460" w:rsidP="004D482C">
      <w:pPr>
        <w:pStyle w:val="Text1-1"/>
      </w:pPr>
      <w:r>
        <w:t xml:space="preserve">Pro každé porušení povinností dle této </w:t>
      </w:r>
      <w:r w:rsidR="00642E18">
        <w:t>S</w:t>
      </w:r>
      <w:r>
        <w:t xml:space="preserve">mlouvy </w:t>
      </w:r>
      <w:r w:rsidR="00642E18">
        <w:t>Z</w:t>
      </w:r>
      <w:r>
        <w:t>hotovitelem (bez ohledu na</w:t>
      </w:r>
      <w:r w:rsidR="00760AAE">
        <w:t> </w:t>
      </w:r>
      <w:r>
        <w:t>jeho</w:t>
      </w:r>
      <w:r w:rsidR="00760AAE">
        <w:t> </w:t>
      </w:r>
      <w:r>
        <w:t>zavinění), zejména podmínek kvality díl</w:t>
      </w:r>
      <w:r w:rsidR="00642E18">
        <w:t>a a termínu předání díla, bude</w:t>
      </w:r>
      <w:r w:rsidR="00760AAE">
        <w:t> </w:t>
      </w:r>
      <w:r w:rsidR="00642E18">
        <w:t>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54678896" w:rsidR="006C7460" w:rsidRDefault="006C7460" w:rsidP="004D482C">
      <w:pPr>
        <w:pStyle w:val="Text1-1"/>
      </w:pPr>
      <w:r>
        <w:t>Objednatel je oprávněn prostřednictvím osob uvedených v článku 1.1 písm. b) této</w:t>
      </w:r>
      <w:r w:rsidR="00760AAE">
        <w:t>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BB17E70" w:rsidR="006C7460" w:rsidRDefault="006C7460" w:rsidP="004D482C">
      <w:pPr>
        <w:pStyle w:val="Text1-1"/>
        <w:numPr>
          <w:ilvl w:val="0"/>
          <w:numId w:val="0"/>
        </w:numPr>
        <w:ind w:left="709"/>
      </w:pPr>
      <w:r>
        <w:t>Zhotovitel seznámí své zaměstnance a osoby, které užívá při plnění předmětu této</w:t>
      </w:r>
      <w:r w:rsidR="00760AAE">
        <w:t>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7444CD94"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w:t>
      </w:r>
      <w:r w:rsidR="00760AAE">
        <w:t> </w:t>
      </w:r>
      <w:r>
        <w:t>součást zadávací dokumentace (dále jen jako „Směrnic</w:t>
      </w:r>
      <w:r w:rsidR="004408BD">
        <w:t>e“), přičemž platí, že</w:t>
      </w:r>
      <w:r w:rsidR="00760AAE">
        <w:t> </w:t>
      </w:r>
      <w:r w:rsidR="004408BD">
        <w:t>pokud</w:t>
      </w:r>
      <w:r w:rsidR="00760AAE">
        <w:t> </w:t>
      </w:r>
      <w:r w:rsidR="004408BD">
        <w:t>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581990EF" w:rsidR="006C7460" w:rsidRDefault="006C7460" w:rsidP="004D482C">
      <w:pPr>
        <w:pStyle w:val="Text1-1"/>
      </w:pPr>
      <w:r>
        <w:t>Zhotovitel se zavazuje zajistit, že všichni jeho zaměstnanci, jakož i zaměstnanci jeho</w:t>
      </w:r>
      <w:r w:rsidR="00760AAE">
        <w:t> </w:t>
      </w:r>
      <w:r>
        <w:t>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w:t>
      </w:r>
      <w:r w:rsidRPr="00F903C0">
        <w:t xml:space="preserve">proveditelnost a plnou funkčnost předmětu projektové dokumentace po dobu </w:t>
      </w:r>
      <w:r w:rsidR="00413914" w:rsidRPr="00F903C0">
        <w:rPr>
          <w:b/>
        </w:rPr>
        <w:t>60 </w:t>
      </w:r>
      <w:r w:rsidRPr="00F903C0">
        <w:rPr>
          <w:b/>
        </w:rPr>
        <w:t>měsíců</w:t>
      </w:r>
      <w:r w:rsidRPr="00F903C0">
        <w:t xml:space="preserve">, tzn. za to, že dílo a předmět projektové dokumentace bude splňovat </w:t>
      </w:r>
      <w:r w:rsidRPr="00F903C0">
        <w:lastRenderedPageBreak/>
        <w:t xml:space="preserve">požadavky </w:t>
      </w:r>
      <w:r w:rsidR="00642E18" w:rsidRPr="00F903C0">
        <w:t>S</w:t>
      </w:r>
      <w:r w:rsidRPr="00F903C0">
        <w:t>mlouvy</w:t>
      </w:r>
      <w:r w:rsidRPr="00482306">
        <w:t>,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3FBF40CE"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V případě, že</w:t>
      </w:r>
      <w:r w:rsidR="00760AAE">
        <w:rPr>
          <w:rFonts w:eastAsia="Times New Roman" w:cs="Arial"/>
          <w:snapToGrid w:val="0"/>
          <w:lang w:eastAsia="cs-CZ"/>
        </w:rPr>
        <w:t> </w:t>
      </w:r>
      <w:r w:rsidRPr="00F01DE8">
        <w:rPr>
          <w:rFonts w:eastAsia="Times New Roman" w:cs="Arial"/>
          <w:snapToGrid w:val="0"/>
          <w:lang w:eastAsia="cs-CZ"/>
        </w:rPr>
        <w:t xml:space="preserve">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1C3104B7"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Dnem</w:t>
      </w:r>
      <w:r w:rsidR="00760AAE">
        <w:rPr>
          <w:bCs/>
        </w:rPr>
        <w:t> </w:t>
      </w:r>
      <w:r>
        <w:rPr>
          <w:bCs/>
        </w:rPr>
        <w:t xml:space="preserve">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25004032"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w:t>
      </w:r>
      <w:r w:rsidR="00760AAE">
        <w:rPr>
          <w:rFonts w:eastAsia="Calibri"/>
        </w:rPr>
        <w:t> </w:t>
      </w:r>
      <w:r w:rsidRPr="00E10866">
        <w:rPr>
          <w:rFonts w:eastAsia="Calibri"/>
        </w:rPr>
        <w:t>je</w:t>
      </w:r>
      <w:r w:rsidR="00760AAE">
        <w:rPr>
          <w:rFonts w:eastAsia="Calibri"/>
        </w:rPr>
        <w:t> </w:t>
      </w:r>
      <w:r w:rsidRPr="00E10866">
        <w:rPr>
          <w:rFonts w:eastAsia="Calibri"/>
        </w:rPr>
        <w:t>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760AAE"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w:t>
      </w:r>
      <w:r w:rsidR="00760AAE">
        <w:rPr>
          <w:rFonts w:eastAsia="Calibri"/>
        </w:rPr>
        <w:t> </w:t>
      </w:r>
      <w:r>
        <w:rPr>
          <w:rFonts w:eastAsia="Calibri"/>
        </w:rPr>
        <w:t>souladu</w:t>
      </w:r>
      <w:r w:rsidR="00760AAE">
        <w:rPr>
          <w:rFonts w:eastAsia="Calibri"/>
        </w:rPr>
        <w:t> </w:t>
      </w:r>
      <w:r>
        <w:rPr>
          <w:rFonts w:eastAsia="Calibri"/>
        </w:rPr>
        <w:t>se </w:t>
      </w:r>
      <w:r w:rsidRPr="00E10866">
        <w:rPr>
          <w:rFonts w:eastAsia="Calibri"/>
        </w:rPr>
        <w:t>zákonem č.</w:t>
      </w:r>
      <w:r w:rsidR="00760AAE">
        <w:rPr>
          <w:rFonts w:eastAsia="Calibri"/>
        </w:rPr>
        <w:t xml:space="preserve"> </w:t>
      </w:r>
      <w:r w:rsidRPr="00E10866">
        <w:rPr>
          <w:rFonts w:eastAsia="Calibri"/>
        </w:rPr>
        <w:t>235/2004 Sb. o dani z přidané hodnoty).</w:t>
      </w:r>
    </w:p>
    <w:p w14:paraId="177F7B93" w14:textId="77777777" w:rsidR="00FA4D85" w:rsidRDefault="00FA4D85" w:rsidP="004D482C">
      <w:pPr>
        <w:pStyle w:val="Nadpis1-1"/>
        <w:jc w:val="both"/>
      </w:pPr>
      <w:r>
        <w:t>SMLUVNÍ POKUTY a SANKCE</w:t>
      </w:r>
    </w:p>
    <w:p w14:paraId="10B47379" w14:textId="67DE66C1"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w:t>
      </w:r>
      <w:r w:rsidRPr="00B959FE">
        <w:lastRenderedPageBreak/>
        <w:t xml:space="preserve">po </w:t>
      </w:r>
      <w:r w:rsidR="00642E18">
        <w:t>Z</w:t>
      </w:r>
      <w:r w:rsidRPr="00B959FE">
        <w:t xml:space="preserve">hotoviteli smluvní pokutu dle čl. </w:t>
      </w:r>
      <w:r>
        <w:t>12</w:t>
      </w:r>
      <w:r w:rsidRPr="00B959FE">
        <w:t xml:space="preserve"> Obchodních podmínek na </w:t>
      </w:r>
      <w:r>
        <w:t>projekční</w:t>
      </w:r>
      <w:r w:rsidRPr="00B959FE">
        <w:t xml:space="preserve"> práce u</w:t>
      </w:r>
      <w:r w:rsidR="00760AAE">
        <w:t> </w:t>
      </w:r>
      <w:r w:rsidRPr="00B959FE">
        <w:t>OŘ</w:t>
      </w:r>
      <w:r w:rsidR="00760AAE">
        <w:t> </w:t>
      </w:r>
      <w:r w:rsidRPr="00B959FE">
        <w:t>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5F5509CD" w14:textId="77777777" w:rsidR="00BC3ACC" w:rsidRDefault="002A43A4" w:rsidP="002A43A4">
      <w:pPr>
        <w:pStyle w:val="Text1-1"/>
      </w:pPr>
      <w:r>
        <w:rPr>
          <w:rFonts w:eastAsia="Calibri"/>
        </w:rPr>
        <w:t>Zhotovitel</w:t>
      </w:r>
      <w:r w:rsidRPr="0073792E">
        <w:t xml:space="preserve"> prohlašuje, že </w:t>
      </w:r>
    </w:p>
    <w:p w14:paraId="1F384CE0" w14:textId="77777777" w:rsidR="00BC3ACC" w:rsidRDefault="00BC3ACC" w:rsidP="00BC3ACC">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3D76F27" w14:textId="369EAEDC" w:rsidR="00BC3ACC" w:rsidRDefault="00BC3ACC" w:rsidP="00BC3AC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w:t>
      </w:r>
      <w:r>
        <w:lastRenderedPageBreak/>
        <w:t>31.</w:t>
      </w:r>
      <w:r w:rsidR="00760AAE">
        <w:t> </w:t>
      </w:r>
      <w:r>
        <w:t>července</w:t>
      </w:r>
      <w:r w:rsidR="00760AAE">
        <w:t> </w:t>
      </w:r>
      <w:r>
        <w:t>2014 o omezujících opatřeních vzhledem k činnostem Ruska</w:t>
      </w:r>
      <w:r w:rsidR="00760AAE">
        <w:t> </w:t>
      </w:r>
      <w:r>
        <w:t>destabilizujícím situaci na Ukrajině, ve znění pozdějších předpisů, jimž</w:t>
      </w:r>
      <w:r w:rsidR="00760AAE">
        <w:t> </w:t>
      </w:r>
      <w:r>
        <w:t>se</w:t>
      </w:r>
      <w:r w:rsidR="00760AAE">
        <w:t> </w:t>
      </w:r>
      <w:r>
        <w:t>zakazuje zadat nebo dále plnit jakoukoli veřejnou zakázku nebo</w:t>
      </w:r>
      <w:r w:rsidR="00760AAE">
        <w:t> </w:t>
      </w:r>
      <w:r>
        <w:t>koncesní smlouvu spadající do oblasti působnosti směrnic o zadávání veřejných zakázek, jakož i čl. 10 odst. 1, 3, odst. 6 písm. a) až e), odst. 8, 9 a</w:t>
      </w:r>
      <w:r w:rsidR="00760AAE">
        <w:t> </w:t>
      </w:r>
      <w:r>
        <w:t>10, článků 11, 12, 13 a 14 směrnice 2014/23/EU, článku 7 písm. a) až d), článku 8, čl. 10 písm. b) až f) a písm. h) až j) směrnice 2014/24/EU, článku 18, čl. 21 písm. b) až e) a písm. g) až i), článků 29 a 30 směrnice 2014/25/EU a</w:t>
      </w:r>
      <w:r w:rsidR="00760AAE">
        <w:t> </w:t>
      </w:r>
      <w:r>
        <w:t>čl.</w:t>
      </w:r>
      <w:r w:rsidR="00760AAE">
        <w:t> </w:t>
      </w:r>
      <w:r>
        <w:t xml:space="preserve">13 písm. a) až d), f) až h) a j) směrnice 2009/81/ES a hlavy VII nařízení Evropského parlamentu a Rady (EU, Euratom) 2018/1046,  </w:t>
      </w:r>
    </w:p>
    <w:p w14:paraId="46F735F0" w14:textId="5815E8A2" w:rsidR="00BC3ACC" w:rsidRDefault="00BC3ACC" w:rsidP="00BC3ACC">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760AAE">
        <w:t> </w:t>
      </w:r>
      <w:r>
        <w:t>269/2014 anebo osobami dle čl. 2 nařízení uvedených v odstavci 27.4</w:t>
      </w:r>
      <w:r w:rsidR="00760AAE">
        <w:t> </w:t>
      </w:r>
      <w:r>
        <w:t>této</w:t>
      </w:r>
      <w:r w:rsidR="00760AAE">
        <w:t> </w:t>
      </w:r>
      <w:r>
        <w:t xml:space="preserve">smlouvy </w:t>
      </w:r>
      <w:r w:rsidRPr="0077114C">
        <w:t>(</w:t>
      </w:r>
      <w:r>
        <w:t xml:space="preserve">dále jen </w:t>
      </w:r>
      <w:r w:rsidRPr="00B4097D">
        <w:rPr>
          <w:b/>
          <w:bCs/>
          <w:i/>
          <w:iCs/>
        </w:rPr>
        <w:t>„Sankční seznamy“),</w:t>
      </w:r>
    </w:p>
    <w:p w14:paraId="009C1E39" w14:textId="25780BD2" w:rsidR="007F6CF0" w:rsidRPr="0029677D" w:rsidRDefault="007F6CF0" w:rsidP="007F6CF0">
      <w:pPr>
        <w:pStyle w:val="SODslseznam-2a"/>
        <w:tabs>
          <w:tab w:val="clear" w:pos="360"/>
        </w:tabs>
      </w:pPr>
      <w:r w:rsidRPr="00AD299D">
        <w:t>není obchodní společností, ve které veřejný funkcionář uvedený v</w:t>
      </w:r>
      <w:r w:rsidR="00760AAE">
        <w:t> </w:t>
      </w:r>
      <w:proofErr w:type="spellStart"/>
      <w:r w:rsidRPr="00AD299D">
        <w:t>ust</w:t>
      </w:r>
      <w:proofErr w:type="spellEnd"/>
      <w:r w:rsidRPr="00AD299D">
        <w:t>.</w:t>
      </w:r>
      <w:r w:rsidR="00760AAE">
        <w:t> </w:t>
      </w:r>
      <w:r w:rsidRPr="00AD299D">
        <w:t>§</w:t>
      </w:r>
      <w:r w:rsidR="00760AAE">
        <w:t> </w:t>
      </w:r>
      <w:r w:rsidRPr="00AD299D">
        <w:t>2</w:t>
      </w:r>
      <w:r w:rsidR="00760AAE">
        <w:t> </w:t>
      </w:r>
      <w:r w:rsidRPr="00AD299D">
        <w:t>odst.</w:t>
      </w:r>
      <w:r w:rsidR="00760AAE">
        <w:t> </w:t>
      </w:r>
      <w:r w:rsidRPr="00AD299D">
        <w:t xml:space="preserve">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w:t>
      </w:r>
      <w:r w:rsidR="00760AAE">
        <w:t> </w:t>
      </w:r>
      <w:r w:rsidRPr="00AD299D">
        <w:t>obchodní společnosti</w:t>
      </w:r>
      <w:r w:rsidRPr="0029677D">
        <w:t>.</w:t>
      </w:r>
    </w:p>
    <w:p w14:paraId="7648BD98" w14:textId="4AB524DA" w:rsidR="007F6CF0" w:rsidRPr="0029677D" w:rsidRDefault="007F6CF0" w:rsidP="007F6CF0">
      <w:pPr>
        <w:pStyle w:val="Text1-1"/>
      </w:pPr>
      <w:r w:rsidRPr="0029677D">
        <w:t>Je-li Zhotovitelem sdružení více osob, platí podmínky dle</w:t>
      </w:r>
      <w:r>
        <w:t xml:space="preserve"> tohoto článku 11</w:t>
      </w:r>
      <w:r w:rsidRPr="0029677D">
        <w:t xml:space="preserve"> Smlouvy také</w:t>
      </w:r>
      <w:r w:rsidR="00760AAE">
        <w:t> </w:t>
      </w:r>
      <w:r w:rsidRPr="0029677D">
        <w:t>jednotlivě pro všechny osoby v rámci Zhotovitele sdružené</w:t>
      </w:r>
      <w:r>
        <w:t>,</w:t>
      </w:r>
      <w:r w:rsidRPr="0029677D">
        <w:t xml:space="preserve"> a to bez ohledu na</w:t>
      </w:r>
      <w:r w:rsidR="00760AAE">
        <w:t> </w:t>
      </w:r>
      <w:r w:rsidRPr="0029677D">
        <w:t>právní formu tohoto sdružení.</w:t>
      </w:r>
    </w:p>
    <w:p w14:paraId="17220A20" w14:textId="77777777" w:rsidR="007F6CF0" w:rsidRPr="0029677D" w:rsidRDefault="007F6CF0" w:rsidP="007F6CF0">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0E1A29" w14:textId="4D8BDA19" w:rsidR="00872C00" w:rsidRPr="0029677D" w:rsidRDefault="00872C00" w:rsidP="00872C00">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w:t>
      </w:r>
      <w:r w:rsidR="00760AAE">
        <w:rPr>
          <w:rStyle w:val="normaltextrun"/>
          <w:bdr w:val="none" w:sz="0" w:space="0" w:color="auto" w:frame="1"/>
        </w:rPr>
        <w:t> </w:t>
      </w:r>
      <w:r w:rsidRPr="002B73F3">
        <w:rPr>
          <w:rStyle w:val="normaltextrun"/>
          <w:bdr w:val="none" w:sz="0" w:space="0" w:color="auto" w:frame="1"/>
        </w:rPr>
        <w:t>března</w:t>
      </w:r>
      <w:r w:rsidR="00760AAE">
        <w:rPr>
          <w:rStyle w:val="normaltextrun"/>
          <w:bdr w:val="none" w:sz="0" w:space="0" w:color="auto" w:frame="1"/>
        </w:rPr>
        <w:t> </w:t>
      </w:r>
      <w:r w:rsidRPr="002B73F3">
        <w:rPr>
          <w:rStyle w:val="normaltextrun"/>
          <w:bdr w:val="none" w:sz="0" w:space="0" w:color="auto" w:frame="1"/>
        </w:rPr>
        <w:t>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64A0423F" w14:textId="77777777" w:rsidR="00872C00" w:rsidRPr="0029677D" w:rsidRDefault="00872C00" w:rsidP="00872C0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299F823" w14:textId="15B4F391" w:rsidR="00BC3ACC" w:rsidRDefault="00872C00" w:rsidP="00872C00">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Zhotovitel je dále povinen zaplatit za každé jednotlivé porušení povinností dle předchozí věty smluvní pokutu ve </w:t>
      </w:r>
      <w:r w:rsidRPr="0020572F">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w:t>
      </w:r>
      <w:r w:rsidR="00760AAE">
        <w:t> </w:t>
      </w:r>
      <w:r w:rsidRPr="0029677D">
        <w:t>nepoužijí.</w:t>
      </w:r>
    </w:p>
    <w:p w14:paraId="6F46D57D" w14:textId="77777777" w:rsidR="00214C3E" w:rsidRDefault="00214C3E" w:rsidP="004D482C">
      <w:pPr>
        <w:pStyle w:val="Nadpis1-1"/>
        <w:jc w:val="both"/>
      </w:pPr>
      <w:r w:rsidRPr="00464C92">
        <w:lastRenderedPageBreak/>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6E07E32F" w:rsidR="00B11AEA" w:rsidRPr="00B11AEA" w:rsidRDefault="00B11AEA" w:rsidP="004D482C">
      <w:pPr>
        <w:pStyle w:val="Text1-1"/>
      </w:pPr>
      <w:r w:rsidRPr="00B11AEA">
        <w:t xml:space="preserve">Smluvní strany prohlašují, že se seznámily s obsahem této </w:t>
      </w:r>
      <w:r w:rsidR="00642E18">
        <w:t>S</w:t>
      </w:r>
      <w:r w:rsidR="00D330ED">
        <w:t>mlouvy, že</w:t>
      </w:r>
      <w:r w:rsidR="00760AAE">
        <w:t> </w:t>
      </w:r>
      <w:r w:rsidR="00D330ED">
        <w:t>jsou</w:t>
      </w:r>
      <w:r w:rsidR="00760AAE">
        <w:t> </w:t>
      </w:r>
      <w:r w:rsidR="00D330ED">
        <w:t>její </w:t>
      </w:r>
      <w:r w:rsidRPr="00B11AEA">
        <w:t>jednotlivé články dostatečně určité a srozumitelné z hlediska náležitostí pro</w:t>
      </w:r>
      <w:r w:rsidR="00760AAE">
        <w:t> </w:t>
      </w:r>
      <w:r w:rsidRPr="00B11AEA">
        <w:t xml:space="preserve">vznik smluvního vztahu, a že </w:t>
      </w:r>
      <w:r w:rsidR="00642E18">
        <w:t>S</w:t>
      </w:r>
      <w:r w:rsidRPr="00B11AEA">
        <w:t>mlouvu uzavírají na základě své svobodné a</w:t>
      </w:r>
      <w:r w:rsidR="00760AAE">
        <w:t> </w:t>
      </w:r>
      <w:r w:rsidRPr="00B11AEA">
        <w:t>vážné</w:t>
      </w:r>
      <w:r w:rsidR="00760AAE">
        <w:t> </w:t>
      </w:r>
      <w:r w:rsidRPr="00B11AEA">
        <w:t>vůle.</w:t>
      </w:r>
    </w:p>
    <w:p w14:paraId="090FFF14" w14:textId="2463351A" w:rsidR="00E87509" w:rsidRDefault="00E87509" w:rsidP="004D482C">
      <w:pPr>
        <w:pStyle w:val="Text1-1"/>
      </w:pPr>
      <w:r w:rsidRPr="00E87509">
        <w:t xml:space="preserve">Právní vztahy vyplývající z této </w:t>
      </w:r>
      <w:r w:rsidR="00642E18">
        <w:t>S</w:t>
      </w:r>
      <w:r w:rsidRPr="00E87509">
        <w:t>mlouvy se řídí výhradně právem České republiky. Pokud</w:t>
      </w:r>
      <w:r w:rsidR="00760AAE">
        <w:t> </w:t>
      </w:r>
      <w:r w:rsidRPr="00E87509">
        <w:t xml:space="preserve">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w:t>
      </w:r>
      <w:r w:rsidRPr="00E87509">
        <w:lastRenderedPageBreak/>
        <w:t xml:space="preserve">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díla </w:t>
      </w:r>
      <w:r w:rsidR="009477C4" w:rsidRPr="00F903C0">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3EAAD57" w14:textId="5D78A827" w:rsidR="00406CE9" w:rsidRPr="005C0CA7"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D20AF42"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 xml:space="preserve">Ing. </w:t>
            </w:r>
            <w:r w:rsidR="00453966">
              <w:rPr>
                <w:rFonts w:ascii="Verdana" w:eastAsia="Verdana" w:hAnsi="Verdana" w:cs="Times New Roman"/>
                <w:bCs/>
                <w:sz w:val="18"/>
              </w:rPr>
              <w:t>Pavla Kosinová</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2D51D069"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w:t>
            </w:r>
            <w:r w:rsidR="00453966">
              <w:rPr>
                <w:rFonts w:ascii="Verdana" w:eastAsia="Verdana" w:hAnsi="Verdana" w:cs="Times New Roman"/>
                <w:bCs/>
                <w:sz w:val="18"/>
              </w:rPr>
              <w:t>ka</w:t>
            </w:r>
            <w:r w:rsidRPr="00355CB8">
              <w:rPr>
                <w:rFonts w:ascii="Verdana" w:eastAsia="Verdana" w:hAnsi="Verdana" w:cs="Times New Roman"/>
                <w:bCs/>
                <w:sz w:val="18"/>
              </w:rPr>
              <w:t xml:space="preserve">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5E4E3D47" w14:textId="09074C4C" w:rsidR="00CB4F6D" w:rsidRPr="005C0CA7" w:rsidRDefault="00406CE9" w:rsidP="005C0CA7">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06086831" w14:textId="757E0BBE" w:rsidR="00651ED2" w:rsidRPr="00651ED2" w:rsidRDefault="00651ED2" w:rsidP="004D482C">
      <w:pPr>
        <w:pStyle w:val="Nadpisbezsl1-1"/>
        <w:jc w:val="both"/>
        <w:rPr>
          <w:caps w:val="0"/>
        </w:rPr>
      </w:pPr>
      <w:r w:rsidRPr="00651ED2">
        <w:rPr>
          <w:caps w:val="0"/>
        </w:rPr>
        <w:t>R</w:t>
      </w:r>
      <w:r>
        <w:rPr>
          <w:caps w:val="0"/>
        </w:rPr>
        <w:t>o</w:t>
      </w:r>
      <w:r w:rsidRPr="00651ED2">
        <w:rPr>
          <w:caps w:val="0"/>
        </w:rPr>
        <w:t xml:space="preserve">zpis </w:t>
      </w:r>
      <w:r>
        <w:rPr>
          <w:caps w:val="0"/>
        </w:rPr>
        <w:t>C</w:t>
      </w:r>
      <w:r w:rsidRPr="00651ED2">
        <w:rPr>
          <w:caps w:val="0"/>
        </w:rPr>
        <w:t>eny díla</w:t>
      </w:r>
      <w:r>
        <w:rPr>
          <w:caps w:val="0"/>
        </w:rPr>
        <w:t xml:space="preserve"> dle stavebních objektů</w:t>
      </w:r>
      <w:r w:rsidRPr="00651ED2">
        <w:rPr>
          <w:caps w:val="0"/>
        </w:rPr>
        <w:t xml:space="preserve"> </w:t>
      </w:r>
    </w:p>
    <w:p w14:paraId="358DBB65" w14:textId="77777777" w:rsidR="00F903C0" w:rsidRPr="00CC229C" w:rsidRDefault="00F903C0" w:rsidP="00F903C0">
      <w:pPr>
        <w:pStyle w:val="Nadpisbezsl1-2"/>
        <w:rPr>
          <w:sz w:val="18"/>
        </w:rPr>
      </w:pPr>
      <w:r w:rsidRPr="00CC229C">
        <w:rPr>
          <w:sz w:val="18"/>
        </w:rPr>
        <w:t xml:space="preserve">Rozpis Ceny Díla SO 01 </w:t>
      </w:r>
      <w:r>
        <w:rPr>
          <w:sz w:val="18"/>
        </w:rPr>
        <w:t xml:space="preserve">Most </w:t>
      </w:r>
      <w:r w:rsidRPr="00CC229C">
        <w:rPr>
          <w:sz w:val="18"/>
        </w:rPr>
        <w:t>v km 23,852</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rsidRPr="00CC229C" w14:paraId="6006FF91"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95AE730"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4F63D994"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449EE4FF"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1EC3E980"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5CE18553"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52C4B956"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F903C0" w:rsidRPr="00CC229C" w14:paraId="7C02842D"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874A07"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6C2F94A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867C28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F9DD343" w14:textId="6EBDD279"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4BE89AF" w14:textId="326AD71F"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CB4B7F8" w14:textId="2835FAC6"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7E62EA63"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959F72"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12129DE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6F3F5C76"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CCAFCA5" w14:textId="435F1D94"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424B47CB" w14:textId="4E5ACF35"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D0E0857" w14:textId="31FDB244"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171BE864"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3C6D0AD"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6D40484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622887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5D92235" w14:textId="303E3198"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60205D8" w14:textId="1388EA2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6A73152" w14:textId="2390CE15"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37404C13"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4AEF063"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6648D84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Statický posudek</w:t>
            </w:r>
          </w:p>
        </w:tc>
        <w:tc>
          <w:tcPr>
            <w:tcW w:w="977" w:type="dxa"/>
            <w:tcBorders>
              <w:top w:val="single" w:sz="2" w:space="0" w:color="auto"/>
              <w:left w:val="single" w:sz="2" w:space="0" w:color="auto"/>
              <w:bottom w:val="single" w:sz="2" w:space="0" w:color="auto"/>
              <w:right w:val="single" w:sz="2" w:space="0" w:color="auto"/>
            </w:tcBorders>
            <w:hideMark/>
          </w:tcPr>
          <w:p w14:paraId="139F4072"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F77FE8C" w14:textId="68859F73"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96D365A" w14:textId="328E1F28"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0DCAC6FB" w14:textId="3B010D06"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738E3548"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8B333EB"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4DDB8EF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B09913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9140CB9" w14:textId="61908A43"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5138DBDD" w14:textId="620BFC34"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0D579224" w14:textId="325D634A"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14:paraId="71D81DB8"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19F12ED"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3EA5ED0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7E832B1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917F8E1" w14:textId="05C4C732"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7B39126" w14:textId="32D2941C"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ED44E99" w14:textId="05E9BD42"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14:paraId="34865727"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AF90964" w14:textId="77777777" w:rsidR="00F903C0" w:rsidRPr="00540C69" w:rsidRDefault="00F903C0" w:rsidP="00483954">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EEA0A63"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39D2F43"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002AF922"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0BA42E06" w14:textId="40F89A27" w:rsidR="00F903C0" w:rsidRPr="00117275" w:rsidRDefault="00F903C0"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20CA3326" w14:textId="77777777" w:rsidR="00F903C0" w:rsidRPr="00E248E3" w:rsidRDefault="00F903C0" w:rsidP="00F903C0">
      <w:pPr>
        <w:pStyle w:val="Nadpisbezsl1-2"/>
        <w:rPr>
          <w:sz w:val="18"/>
        </w:rPr>
      </w:pPr>
      <w:r w:rsidRPr="00CC229C">
        <w:rPr>
          <w:sz w:val="18"/>
        </w:rPr>
        <w:t>Rozpis Ceny Díla SO 02 Propustek v km 18,239</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14:paraId="37868C67"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819080C"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435657EA"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627779E5"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1C8C2C19" w14:textId="77777777" w:rsidR="00F903C0" w:rsidRPr="00C27799"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48846FC2" w14:textId="77777777" w:rsidR="00F903C0" w:rsidRPr="00C27799"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1BC0338E" w14:textId="77777777" w:rsidR="00F903C0" w:rsidRPr="00C27799"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F903C0" w14:paraId="788F001A"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C51FA3"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085B905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BBD81E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702D06AE" w14:textId="1576724B"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A662EE9" w14:textId="3A2D6E0F"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0D225120" w14:textId="10F00DD2"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14:paraId="21452EEA"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103F097"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2F31902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1B74AE1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6488F56" w14:textId="32880889"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8AFB94D" w14:textId="102EFEF2"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8647764" w14:textId="63DABBE4"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14:paraId="51F7B424"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6259CF3"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1C02FD3B"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39B98A17"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1DF35D0A" w14:textId="2319D37A"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C450374" w14:textId="42A4566E"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EA2432C" w14:textId="48D9B384"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14:paraId="51D654F0"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C6BC05"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3127D7B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08B87C2"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3E3F61D" w14:textId="30D2AD23"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B65B22B" w14:textId="05A87BD8"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770EA39" w14:textId="0E061B1B"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14:paraId="04C80DF7"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8558ED"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64B1387D"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DD0FCA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57AA748" w14:textId="37FAF40F"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5D704999" w14:textId="580A20B4"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7C4679F" w14:textId="0D0D3574"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14:paraId="10B0C965"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9CC6FFC"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02F0D35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6BE789D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2C9EE408" w14:textId="3171AC35"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669ECDDC" w14:textId="0E71D52B"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54C71A5" w14:textId="1ACE12ED"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14:paraId="15F81225"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92AE44E" w14:textId="77777777" w:rsidR="00F903C0" w:rsidRPr="00540C69" w:rsidRDefault="00F903C0" w:rsidP="00483954">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D858284"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5ECD74B"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A0C542E"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6062CF8" w14:textId="37C59528" w:rsidR="00F903C0" w:rsidRPr="00117275" w:rsidRDefault="00112386"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68DCC611" w14:textId="77777777" w:rsidR="00F903C0" w:rsidRPr="00CC229C" w:rsidRDefault="00F903C0" w:rsidP="00F903C0">
      <w:pPr>
        <w:pStyle w:val="Nadpisbezsl1-2"/>
        <w:rPr>
          <w:sz w:val="18"/>
        </w:rPr>
      </w:pPr>
      <w:r w:rsidRPr="00CC229C">
        <w:rPr>
          <w:sz w:val="18"/>
        </w:rPr>
        <w:t>Rozpis Ceny Díla SO 03 Propustek v km 21,976</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rsidRPr="00CC229C" w14:paraId="6D672DE7"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8A775F4"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4B65148A"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7FD1D88E"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306DCB67"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7F210628"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30F62145"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F903C0" w:rsidRPr="00CC229C" w14:paraId="575E0F40"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A58EEF4"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30D3E02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4B4C20D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4295F4E3" w14:textId="5B7E5C57"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DE07532" w14:textId="33E78367"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6FCB2A3" w14:textId="151A4489"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254FFA4F"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7BE3CA"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01DE988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538EF65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2E8E673E" w14:textId="4C1317EB"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81B8001" w14:textId="53A8D0F9"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20A6EF8" w14:textId="2BC3FC36"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50BB36D5"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84276DA"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78D64DF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507A664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2B2B8BE" w14:textId="7B35A9FE"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D6609AC" w14:textId="6569B5E5"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w:t>
            </w:r>
            <w:r w:rsidRPr="006226FD">
              <w:rPr>
                <w:sz w:val="10"/>
                <w:szCs w:val="10"/>
                <w:highlight w:val="yellow"/>
              </w:rPr>
              <w:lastRenderedPageBreak/>
              <w:t xml:space="preserve">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E8DCB40" w14:textId="0911EE24"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lastRenderedPageBreak/>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32C6974F"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9336877"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043B63F7"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7576C03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7B7D9E3" w14:textId="54C75D33"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32EBB66" w14:textId="73A00136"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02D7FB0B" w14:textId="0FE98A49"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469B9141"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A78207"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4034063B"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6DFEE6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77C9F7FA" w14:textId="5B5BB73D"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A3B16C0" w14:textId="210274A6"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7E49100" w14:textId="78E9E439"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3F517A5B"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92045CD"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4622A57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3A3361F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042D584" w14:textId="35471A16"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F06020A" w14:textId="40DA8AB3"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248938B7" w14:textId="3FE5668D"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903C0" w:rsidRPr="00CC229C" w14:paraId="7D22B3FB"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33CFBF8A" w14:textId="77777777" w:rsidR="00F903C0" w:rsidRPr="00CC229C" w:rsidRDefault="00F903C0" w:rsidP="00483954">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3F3D9BD"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CF501D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E55BC86"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1A2E4BE8" w14:textId="3C16A888"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375FA6EF" w14:textId="77777777" w:rsidR="00F903C0" w:rsidRPr="00CC229C" w:rsidRDefault="00F903C0" w:rsidP="00F903C0">
      <w:pPr>
        <w:pStyle w:val="Nadpisbezsl1-2"/>
        <w:rPr>
          <w:sz w:val="18"/>
        </w:rPr>
      </w:pPr>
      <w:r w:rsidRPr="00CC229C">
        <w:rPr>
          <w:sz w:val="18"/>
        </w:rPr>
        <w:t>Rozpis Ceny Díla SO 04 Propustek v km 23,340</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rsidRPr="00CC229C" w14:paraId="682CEE11"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B93F750"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2683A5C2"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237ADA52"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3B164345"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601F92D8"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36514E13"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F903C0" w:rsidRPr="00CC229C" w14:paraId="36880E5E"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B5E0BD"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427B6EF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 xml:space="preserve">Zajištění mapových podkladů mostního </w:t>
            </w:r>
            <w:proofErr w:type="spellStart"/>
            <w:r w:rsidRPr="00CC229C">
              <w:t>objetku</w:t>
            </w:r>
            <w:proofErr w:type="spellEnd"/>
          </w:p>
        </w:tc>
        <w:tc>
          <w:tcPr>
            <w:tcW w:w="977" w:type="dxa"/>
            <w:tcBorders>
              <w:top w:val="single" w:sz="2" w:space="0" w:color="auto"/>
              <w:left w:val="single" w:sz="2" w:space="0" w:color="auto"/>
              <w:bottom w:val="single" w:sz="2" w:space="0" w:color="auto"/>
              <w:right w:val="single" w:sz="2" w:space="0" w:color="auto"/>
            </w:tcBorders>
            <w:hideMark/>
          </w:tcPr>
          <w:p w14:paraId="145D4F2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AB16474" w14:textId="68BFC984"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62678A35" w14:textId="690E2E9C"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92E0BD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7E1929C6"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C9C03E4"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284E1034"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55D07494"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9153BDD" w14:textId="016C26E3"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EA66EEA" w14:textId="61F03838"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1F9FAD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660FAAB2"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64940E"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7B90B22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790E7C0B"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BB9AD1B" w14:textId="400EC5A1"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5D32A911" w14:textId="0A9B8280"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B8CDD3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0D0CE138"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2146A86"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644753D2"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F678186"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0E0C12D" w14:textId="6F8E9123"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95FD0D6" w14:textId="01C0F4C8"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BDB746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4250088A"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228E05C"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3533FA0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60C62E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443BB2EE" w14:textId="13851FF0"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414C1AF8" w14:textId="2BFECC4C"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FB3730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0459959F"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36476CB"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102E095D"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5129F06D"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0F975EA" w14:textId="3915672F"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D2D7691" w14:textId="4570A4D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242A430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7288AD64"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BCDABD5" w14:textId="77777777" w:rsidR="00F903C0" w:rsidRPr="00CC229C" w:rsidRDefault="00F903C0" w:rsidP="00483954">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1C45F7A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33988A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13CF64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AC068FD" w14:textId="48E9D7BA"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0070BC5C" w14:textId="77777777" w:rsidR="00F903C0" w:rsidRPr="00CC229C" w:rsidRDefault="00F903C0" w:rsidP="00F903C0">
      <w:pPr>
        <w:pStyle w:val="Nadpisbezsl1-2"/>
        <w:rPr>
          <w:sz w:val="18"/>
        </w:rPr>
      </w:pPr>
      <w:r w:rsidRPr="00CC229C">
        <w:rPr>
          <w:sz w:val="18"/>
        </w:rPr>
        <w:t>Rozpis Ceny Díla SO 05 Propustek v km 24,100</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rsidRPr="00CC229C" w14:paraId="10E6D62A"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FF6BF9A"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38218144"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7868D88E"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6948AB08"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23D63E08"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6D167080"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F903C0" w:rsidRPr="00CC229C" w14:paraId="1A81352E"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2B2BFE2"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1E78048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D52E7E4"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70970ACA" w14:textId="705734BF"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6D85D60D" w14:textId="3AABC17A"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271958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3EBD8E49"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9E1EBD7"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1B2197E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72CD825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10DFC07" w14:textId="3AF17568"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08A69D8" w14:textId="6A6569D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90B3A0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4E8C107C"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908507A"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1F04168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7AE0704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F40926A" w14:textId="23E7525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B3DA395" w14:textId="4F99FA7A"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6B9520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6ADE40E9"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E614541"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24AAB12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35AACE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8A74F25" w14:textId="37B9E806"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593E748" w14:textId="68B36A48"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61C686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4766C1E0"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B6D1065"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521AE64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D0222A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5F8B5EB" w14:textId="6067009D"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167AA0D" w14:textId="6C1051D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0F3789B"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1052AA61"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289A0C"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4CAA98D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47B78D0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7AA6CEE" w14:textId="6A8F66CB"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021DE6D" w14:textId="492058F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E5EA7A7"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14:paraId="4591CA7C"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E5F16B1" w14:textId="77777777" w:rsidR="00F903C0" w:rsidRPr="00CC229C" w:rsidRDefault="00F903C0" w:rsidP="00483954">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0F65AC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605029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39406E0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7CB192D" w14:textId="4862DD23" w:rsidR="00F903C0" w:rsidRPr="00117275" w:rsidRDefault="007B364C"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16F4BF52" w14:textId="6F6E1ECB" w:rsidR="0032463E" w:rsidRDefault="0032463E" w:rsidP="007B364C">
      <w:pPr>
        <w:pStyle w:val="Textbezslovn"/>
        <w:ind w:left="0"/>
      </w:pP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765DBCE" w14:textId="77777777" w:rsidR="007B364C" w:rsidRDefault="007B364C"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67310A20" w:rsidR="003225EE" w:rsidRDefault="003225EE" w:rsidP="004D482C">
            <w:pPr>
              <w:pStyle w:val="Tabulka"/>
              <w:rPr>
                <w:rStyle w:val="Tun"/>
                <w:sz w:val="16"/>
                <w:szCs w:val="16"/>
              </w:rPr>
            </w:pPr>
            <w:r>
              <w:rPr>
                <w:rStyle w:val="Tun"/>
                <w:sz w:val="16"/>
                <w:szCs w:val="16"/>
              </w:rPr>
              <w:t>Cena díla bez DPH</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640A52F0"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DPH</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35183F"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díla s DPH</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21E9CFED" w:rsidR="003225EE" w:rsidRPr="00550911" w:rsidRDefault="00270C89" w:rsidP="004D482C">
            <w:pPr>
              <w:pStyle w:val="Tabulka"/>
              <w:rPr>
                <w:highlight w:val="green"/>
              </w:rPr>
            </w:pPr>
            <w:r w:rsidRPr="006226FD">
              <w:rPr>
                <w:sz w:val="10"/>
                <w:szCs w:val="10"/>
                <w:highlight w:val="yellow"/>
              </w:rPr>
              <w:t>[VLOŽÍ ZHOTOVITEL]</w:t>
            </w:r>
            <w:r w:rsidRPr="003225EE">
              <w:rPr>
                <w:highlight w:val="yellow"/>
              </w:rPr>
              <w:t>Kč</w:t>
            </w:r>
          </w:p>
        </w:tc>
        <w:tc>
          <w:tcPr>
            <w:tcW w:w="2835" w:type="dxa"/>
            <w:hideMark/>
          </w:tcPr>
          <w:p w14:paraId="6001CFCB" w14:textId="07C0D5A1"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[VLOŽÍ ZHOTOVITEL]</w:t>
            </w:r>
            <w:r w:rsidRPr="003225EE">
              <w:rPr>
                <w:highlight w:val="yellow"/>
              </w:rPr>
              <w:t>Kč</w:t>
            </w:r>
          </w:p>
        </w:tc>
        <w:tc>
          <w:tcPr>
            <w:tcW w:w="3119" w:type="dxa"/>
            <w:hideMark/>
          </w:tcPr>
          <w:p w14:paraId="408D8001" w14:textId="6F25D6D7"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[VLOŽÍ ZHOTOVITEL]</w:t>
            </w:r>
            <w:r w:rsidRPr="003225EE">
              <w:rPr>
                <w:highlight w:val="yellow"/>
              </w:rPr>
              <w:t>Kč</w:t>
            </w:r>
          </w:p>
        </w:tc>
      </w:tr>
    </w:tbl>
    <w:p w14:paraId="43EEEDED" w14:textId="77777777" w:rsidR="00A37B40" w:rsidRDefault="00A37B40" w:rsidP="004D482C">
      <w:pPr>
        <w:pStyle w:val="Textbezodsazen"/>
      </w:pP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68612BD9" w14:textId="02CD90CD" w:rsidR="004A7152" w:rsidRPr="007B364C" w:rsidRDefault="004A7152" w:rsidP="007B364C">
      <w:pPr>
        <w:pStyle w:val="Nadpisbezsl1-2"/>
        <w:jc w:val="both"/>
      </w:pPr>
      <w:r>
        <w:t>Harmonogram plnění</w:t>
      </w:r>
    </w:p>
    <w:tbl>
      <w:tblPr>
        <w:tblStyle w:val="Tabulka10"/>
        <w:tblW w:w="0" w:type="auto"/>
        <w:tblLook w:val="04A0" w:firstRow="1" w:lastRow="0" w:firstColumn="1" w:lastColumn="0" w:noHBand="0" w:noVBand="1"/>
      </w:tblPr>
      <w:tblGrid>
        <w:gridCol w:w="1789"/>
        <w:gridCol w:w="2352"/>
        <w:gridCol w:w="2435"/>
        <w:gridCol w:w="2126"/>
      </w:tblGrid>
      <w:tr w:rsidR="004A7152" w14:paraId="50B2C5B9"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72DC0456" w14:textId="77777777" w:rsidR="004A7152" w:rsidRDefault="004A7152" w:rsidP="004D482C">
            <w:pPr>
              <w:pStyle w:val="Tabulka"/>
              <w:rPr>
                <w:rStyle w:val="Tun"/>
              </w:rPr>
            </w:pPr>
            <w:r>
              <w:rPr>
                <w:rStyle w:val="Tun"/>
              </w:rPr>
              <w:t>Část Díla</w:t>
            </w:r>
          </w:p>
        </w:tc>
        <w:tc>
          <w:tcPr>
            <w:tcW w:w="2352" w:type="dxa"/>
            <w:hideMark/>
          </w:tcPr>
          <w:p w14:paraId="7D9F55A5"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5" w:type="dxa"/>
            <w:hideMark/>
          </w:tcPr>
          <w:p w14:paraId="64A58543"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6" w:type="dxa"/>
            <w:hideMark/>
          </w:tcPr>
          <w:p w14:paraId="3CF651F4"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4F5397" w14:paraId="1319D534"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75581A01" w14:textId="47A154C9" w:rsidR="004F5397" w:rsidRPr="00384BD5" w:rsidRDefault="004F5397" w:rsidP="004F5397">
            <w:pPr>
              <w:pStyle w:val="Textbezodsazen"/>
              <w:rPr>
                <w:rStyle w:val="Tun"/>
                <w:sz w:val="16"/>
                <w:szCs w:val="16"/>
                <w:highlight w:val="green"/>
              </w:rPr>
            </w:pPr>
            <w:r w:rsidRPr="002E37FF">
              <w:rPr>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4FEA835C" w14:textId="6218E529"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2E37FF">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72BE48F2" w14:textId="044ED1C0"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2E37FF">
              <w:t>-</w:t>
            </w:r>
          </w:p>
        </w:tc>
        <w:tc>
          <w:tcPr>
            <w:tcW w:w="2126" w:type="dxa"/>
            <w:tcBorders>
              <w:top w:val="single" w:sz="2" w:space="0" w:color="auto"/>
              <w:left w:val="single" w:sz="2" w:space="0" w:color="auto"/>
              <w:bottom w:val="single" w:sz="2" w:space="0" w:color="auto"/>
              <w:right w:val="nil"/>
            </w:tcBorders>
            <w:shd w:val="clear" w:color="auto" w:fill="auto"/>
            <w:hideMark/>
          </w:tcPr>
          <w:p w14:paraId="090154AB" w14:textId="202F290F"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2E37FF">
              <w:t>-</w:t>
            </w:r>
          </w:p>
        </w:tc>
      </w:tr>
      <w:tr w:rsidR="004F5397" w14:paraId="5CD28CA4" w14:textId="77777777" w:rsidTr="00566EF0">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hideMark/>
          </w:tcPr>
          <w:p w14:paraId="6114DE64" w14:textId="55E4A49D" w:rsidR="004F5397" w:rsidRPr="00384BD5" w:rsidRDefault="004F5397" w:rsidP="004F5397">
            <w:pPr>
              <w:pStyle w:val="Textbezodsazen"/>
              <w:rPr>
                <w:rStyle w:val="Tun"/>
                <w:highlight w:val="green"/>
              </w:rPr>
            </w:pPr>
            <w:r w:rsidRPr="0097207E">
              <w:rPr>
                <w:sz w:val="16"/>
                <w:szCs w:val="16"/>
              </w:rPr>
              <w:t>Termín dokončení díla</w:t>
            </w:r>
          </w:p>
        </w:tc>
        <w:tc>
          <w:tcPr>
            <w:tcW w:w="2352" w:type="dxa"/>
            <w:tcBorders>
              <w:top w:val="single" w:sz="2" w:space="0" w:color="auto"/>
              <w:left w:val="single" w:sz="2" w:space="0" w:color="auto"/>
              <w:bottom w:val="nil"/>
              <w:right w:val="single" w:sz="2" w:space="0" w:color="auto"/>
            </w:tcBorders>
            <w:shd w:val="clear" w:color="auto" w:fill="auto"/>
            <w:hideMark/>
          </w:tcPr>
          <w:p w14:paraId="78A48C80" w14:textId="769D0E49"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97207E">
              <w:rPr>
                <w:sz w:val="16"/>
                <w:szCs w:val="16"/>
              </w:rPr>
              <w:t>Do 4 měsíců od nabytí účinnosti Smlouvy</w:t>
            </w:r>
          </w:p>
        </w:tc>
        <w:tc>
          <w:tcPr>
            <w:tcW w:w="2435" w:type="dxa"/>
            <w:tcBorders>
              <w:top w:val="single" w:sz="2" w:space="0" w:color="auto"/>
              <w:left w:val="single" w:sz="2" w:space="0" w:color="auto"/>
              <w:bottom w:val="nil"/>
              <w:right w:val="single" w:sz="2" w:space="0" w:color="auto"/>
            </w:tcBorders>
            <w:shd w:val="clear" w:color="auto" w:fill="auto"/>
            <w:hideMark/>
          </w:tcPr>
          <w:p w14:paraId="5BAEF319" w14:textId="1079AFCD"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color w:val="FF0000"/>
                <w:sz w:val="16"/>
                <w:szCs w:val="16"/>
                <w:highlight w:val="green"/>
              </w:rPr>
            </w:pPr>
            <w:r w:rsidRPr="0097207E">
              <w:rPr>
                <w:sz w:val="16"/>
                <w:szCs w:val="16"/>
              </w:rPr>
              <w:t xml:space="preserve">Finální verze </w:t>
            </w:r>
            <w:r w:rsidR="00397FC9">
              <w:rPr>
                <w:sz w:val="16"/>
                <w:szCs w:val="16"/>
              </w:rPr>
              <w:t>projektové dokumentace</w:t>
            </w:r>
            <w:r w:rsidRPr="0097207E">
              <w:rPr>
                <w:sz w:val="16"/>
                <w:szCs w:val="16"/>
              </w:rPr>
              <w:t xml:space="preserve"> s dokladovou částí </w:t>
            </w:r>
          </w:p>
        </w:tc>
        <w:tc>
          <w:tcPr>
            <w:tcW w:w="2126" w:type="dxa"/>
            <w:tcBorders>
              <w:top w:val="single" w:sz="2" w:space="0" w:color="auto"/>
              <w:left w:val="single" w:sz="2" w:space="0" w:color="auto"/>
              <w:bottom w:val="nil"/>
              <w:right w:val="nil"/>
            </w:tcBorders>
            <w:shd w:val="clear" w:color="auto" w:fill="auto"/>
            <w:hideMark/>
          </w:tcPr>
          <w:p w14:paraId="61B0F5CC" w14:textId="3E625335" w:rsidR="004F5397" w:rsidRPr="00384BD5" w:rsidRDefault="0026092C" w:rsidP="004F5397">
            <w:pPr>
              <w:pStyle w:val="Textbezodsazen"/>
              <w:cnfStyle w:val="000000000000" w:firstRow="0" w:lastRow="0" w:firstColumn="0" w:lastColumn="0" w:oddVBand="0" w:evenVBand="0" w:oddHBand="0" w:evenHBand="0" w:firstRowFirstColumn="0" w:firstRowLastColumn="0" w:lastRowFirstColumn="0" w:lastRowLastColumn="0"/>
              <w:rPr>
                <w:color w:val="FF0000"/>
                <w:sz w:val="16"/>
                <w:szCs w:val="16"/>
                <w:highlight w:val="green"/>
              </w:rPr>
            </w:pPr>
            <w:r>
              <w:rPr>
                <w:sz w:val="16"/>
                <w:szCs w:val="16"/>
              </w:rPr>
              <w:t>Předání finální verze projektové dokumentace s dokladovou částí</w:t>
            </w:r>
          </w:p>
        </w:tc>
      </w:tr>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2B4AD" w14:textId="77777777" w:rsidR="003D6409" w:rsidRDefault="003D6409" w:rsidP="00962258">
      <w:pPr>
        <w:spacing w:after="0" w:line="240" w:lineRule="auto"/>
      </w:pPr>
      <w:r>
        <w:separator/>
      </w:r>
    </w:p>
  </w:endnote>
  <w:endnote w:type="continuationSeparator" w:id="0">
    <w:p w14:paraId="26B904AF" w14:textId="77777777" w:rsidR="003D6409" w:rsidRDefault="003D64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483954" w14:paraId="090FE323" w14:textId="77777777" w:rsidTr="00FB219B">
      <w:tc>
        <w:tcPr>
          <w:tcW w:w="1361" w:type="dxa"/>
          <w:tcMar>
            <w:left w:w="0" w:type="dxa"/>
            <w:right w:w="0" w:type="dxa"/>
          </w:tcMar>
          <w:vAlign w:val="bottom"/>
        </w:tcPr>
        <w:p w14:paraId="3534BE46" w14:textId="5815425E" w:rsidR="00483954" w:rsidRPr="00B8518B" w:rsidRDefault="00483954"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667">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760AAE">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483954" w:rsidRDefault="00483954" w:rsidP="00B8518B">
          <w:pPr>
            <w:pStyle w:val="Zpat"/>
          </w:pPr>
        </w:p>
      </w:tc>
      <w:tc>
        <w:tcPr>
          <w:tcW w:w="425" w:type="dxa"/>
          <w:shd w:val="clear" w:color="auto" w:fill="auto"/>
          <w:tcMar>
            <w:left w:w="0" w:type="dxa"/>
            <w:right w:w="0" w:type="dxa"/>
          </w:tcMar>
        </w:tcPr>
        <w:p w14:paraId="5EDDD7C2" w14:textId="77777777" w:rsidR="00483954" w:rsidRDefault="00483954" w:rsidP="00B8518B">
          <w:pPr>
            <w:pStyle w:val="Zpat"/>
          </w:pPr>
        </w:p>
      </w:tc>
      <w:tc>
        <w:tcPr>
          <w:tcW w:w="8080" w:type="dxa"/>
        </w:tcPr>
        <w:p w14:paraId="7FAB1D31" w14:textId="77777777" w:rsidR="00483954" w:rsidRPr="00177DD4" w:rsidRDefault="00483954" w:rsidP="00F422D3">
          <w:pPr>
            <w:pStyle w:val="Zpat0"/>
            <w:rPr>
              <w:b/>
              <w:sz w:val="14"/>
            </w:rPr>
          </w:pPr>
          <w:r w:rsidRPr="00177DD4">
            <w:rPr>
              <w:b/>
              <w:sz w:val="14"/>
            </w:rPr>
            <w:t>SMLOUVA O DÍLO</w:t>
          </w:r>
        </w:p>
        <w:p w14:paraId="628BDA55" w14:textId="77777777" w:rsidR="00483954" w:rsidRPr="00177DD4" w:rsidRDefault="00483954" w:rsidP="00F422D3">
          <w:pPr>
            <w:pStyle w:val="Zpat0"/>
            <w:rPr>
              <w:sz w:val="14"/>
            </w:rPr>
          </w:pPr>
          <w:r w:rsidRPr="00177DD4">
            <w:rPr>
              <w:sz w:val="14"/>
            </w:rPr>
            <w:t>Služby</w:t>
          </w:r>
        </w:p>
        <w:p w14:paraId="2A43E0B2" w14:textId="388ACCA4" w:rsidR="00483954" w:rsidRDefault="00483954" w:rsidP="00F422D3">
          <w:pPr>
            <w:pStyle w:val="Zpat0"/>
          </w:pPr>
          <w:r w:rsidRPr="00F903C0">
            <w:rPr>
              <w:sz w:val="14"/>
            </w:rPr>
            <w:t xml:space="preserve">Vypracování projektové dokumentace „Oprava mostních objektů v úseku Rovensko pod </w:t>
          </w:r>
          <w:r w:rsidR="0061213E" w:rsidRPr="00F903C0">
            <w:rPr>
              <w:sz w:val="14"/>
            </w:rPr>
            <w:t>Troskami – Turnov</w:t>
          </w:r>
          <w:r w:rsidRPr="00F903C0">
            <w:rPr>
              <w:sz w:val="14"/>
            </w:rPr>
            <w:t>“</w:t>
          </w:r>
        </w:p>
      </w:tc>
    </w:tr>
  </w:tbl>
  <w:p w14:paraId="41895A5B" w14:textId="77777777" w:rsidR="00483954" w:rsidRPr="00B8518B" w:rsidRDefault="004839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31B34" w14:textId="77777777" w:rsidR="00483954" w:rsidRPr="00B8518B" w:rsidRDefault="00483954" w:rsidP="00460660">
    <w:pPr>
      <w:pStyle w:val="Zpat"/>
      <w:rPr>
        <w:sz w:val="2"/>
        <w:szCs w:val="2"/>
      </w:rPr>
    </w:pPr>
  </w:p>
  <w:p w14:paraId="27479D8B" w14:textId="77777777" w:rsidR="00483954" w:rsidRPr="00460660" w:rsidRDefault="0048395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3954" w14:paraId="72C408CF" w14:textId="77777777" w:rsidTr="00566EF0">
      <w:tc>
        <w:tcPr>
          <w:tcW w:w="1361" w:type="dxa"/>
          <w:tcMar>
            <w:left w:w="0" w:type="dxa"/>
            <w:right w:w="0" w:type="dxa"/>
          </w:tcMar>
          <w:vAlign w:val="bottom"/>
        </w:tcPr>
        <w:p w14:paraId="28509C99" w14:textId="77777777" w:rsidR="00483954" w:rsidRPr="00B8518B" w:rsidRDefault="00483954" w:rsidP="00652DBA">
          <w:pPr>
            <w:pStyle w:val="Zpat"/>
            <w:jc w:val="right"/>
            <w:rPr>
              <w:rStyle w:val="slostrnky"/>
            </w:rPr>
          </w:pPr>
        </w:p>
      </w:tc>
      <w:tc>
        <w:tcPr>
          <w:tcW w:w="284" w:type="dxa"/>
          <w:shd w:val="clear" w:color="auto" w:fill="auto"/>
          <w:tcMar>
            <w:left w:w="0" w:type="dxa"/>
            <w:right w:w="0" w:type="dxa"/>
          </w:tcMar>
        </w:tcPr>
        <w:p w14:paraId="379472D3" w14:textId="77777777" w:rsidR="00483954" w:rsidRDefault="00483954" w:rsidP="00566EF0">
          <w:pPr>
            <w:pStyle w:val="Zpat"/>
          </w:pPr>
        </w:p>
      </w:tc>
      <w:tc>
        <w:tcPr>
          <w:tcW w:w="425" w:type="dxa"/>
          <w:shd w:val="clear" w:color="auto" w:fill="auto"/>
          <w:tcMar>
            <w:left w:w="0" w:type="dxa"/>
            <w:right w:w="0" w:type="dxa"/>
          </w:tcMar>
        </w:tcPr>
        <w:p w14:paraId="5505C8F1" w14:textId="77777777" w:rsidR="00483954" w:rsidRDefault="00483954" w:rsidP="00566EF0">
          <w:pPr>
            <w:pStyle w:val="Zpat"/>
          </w:pPr>
        </w:p>
      </w:tc>
      <w:tc>
        <w:tcPr>
          <w:tcW w:w="8505" w:type="dxa"/>
        </w:tcPr>
        <w:p w14:paraId="59FA998B" w14:textId="77777777" w:rsidR="00483954" w:rsidRPr="00177DD4" w:rsidRDefault="00483954" w:rsidP="00566EF0">
          <w:pPr>
            <w:pStyle w:val="Zpat0"/>
            <w:rPr>
              <w:b/>
              <w:sz w:val="14"/>
            </w:rPr>
          </w:pPr>
          <w:r w:rsidRPr="00177DD4">
            <w:rPr>
              <w:b/>
              <w:sz w:val="14"/>
            </w:rPr>
            <w:t>SMLOUVA O DÍLO</w:t>
          </w:r>
        </w:p>
        <w:p w14:paraId="7DE15B15" w14:textId="77777777" w:rsidR="00483954" w:rsidRPr="00177DD4" w:rsidRDefault="00483954" w:rsidP="00566EF0">
          <w:pPr>
            <w:pStyle w:val="Zpat0"/>
            <w:rPr>
              <w:sz w:val="14"/>
            </w:rPr>
          </w:pPr>
          <w:r w:rsidRPr="00177DD4">
            <w:rPr>
              <w:sz w:val="14"/>
            </w:rPr>
            <w:t>Služby</w:t>
          </w:r>
        </w:p>
        <w:p w14:paraId="497042EB" w14:textId="46250677" w:rsidR="00483954" w:rsidRDefault="00483954" w:rsidP="00566EF0">
          <w:pPr>
            <w:pStyle w:val="Zpat0"/>
          </w:pPr>
          <w:r w:rsidRPr="00F903C0">
            <w:rPr>
              <w:sz w:val="14"/>
            </w:rPr>
            <w:t xml:space="preserve">Vypracování projektové dokumentace „Oprava mostních objektů v úseku Rovensko pod </w:t>
          </w:r>
          <w:r w:rsidR="0061213E" w:rsidRPr="00F903C0">
            <w:rPr>
              <w:sz w:val="14"/>
            </w:rPr>
            <w:t>Troskami – Turnov</w:t>
          </w:r>
          <w:r w:rsidRPr="00F903C0">
            <w:rPr>
              <w:sz w:val="14"/>
            </w:rPr>
            <w:t>“</w:t>
          </w:r>
        </w:p>
      </w:tc>
    </w:tr>
  </w:tbl>
  <w:p w14:paraId="6592EC6D" w14:textId="77777777" w:rsidR="00483954" w:rsidRPr="00B8518B" w:rsidRDefault="0048395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BD1F8" w14:textId="77777777" w:rsidR="003D6409" w:rsidRDefault="003D6409" w:rsidP="00962258">
      <w:pPr>
        <w:spacing w:after="0" w:line="240" w:lineRule="auto"/>
      </w:pPr>
      <w:r>
        <w:separator/>
      </w:r>
    </w:p>
  </w:footnote>
  <w:footnote w:type="continuationSeparator" w:id="0">
    <w:p w14:paraId="0FD58185" w14:textId="77777777" w:rsidR="003D6409" w:rsidRDefault="003D64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3954" w14:paraId="3221B5FE" w14:textId="77777777" w:rsidTr="00C02D0A">
      <w:trPr>
        <w:trHeight w:hRule="exact" w:val="454"/>
      </w:trPr>
      <w:tc>
        <w:tcPr>
          <w:tcW w:w="1361" w:type="dxa"/>
          <w:tcMar>
            <w:top w:w="57" w:type="dxa"/>
            <w:left w:w="0" w:type="dxa"/>
            <w:right w:w="0" w:type="dxa"/>
          </w:tcMar>
        </w:tcPr>
        <w:p w14:paraId="0421B014" w14:textId="77777777" w:rsidR="00483954" w:rsidRPr="00B8518B" w:rsidRDefault="00483954" w:rsidP="00523EA7">
          <w:pPr>
            <w:pStyle w:val="Zpat"/>
            <w:rPr>
              <w:rStyle w:val="slostrnky"/>
            </w:rPr>
          </w:pPr>
        </w:p>
      </w:tc>
      <w:tc>
        <w:tcPr>
          <w:tcW w:w="3458" w:type="dxa"/>
          <w:shd w:val="clear" w:color="auto" w:fill="auto"/>
          <w:tcMar>
            <w:top w:w="57" w:type="dxa"/>
            <w:left w:w="0" w:type="dxa"/>
            <w:right w:w="0" w:type="dxa"/>
          </w:tcMar>
        </w:tcPr>
        <w:p w14:paraId="1B6CA00C" w14:textId="77777777" w:rsidR="00483954" w:rsidRDefault="00483954" w:rsidP="00523EA7">
          <w:pPr>
            <w:pStyle w:val="Zpat"/>
          </w:pPr>
        </w:p>
      </w:tc>
      <w:tc>
        <w:tcPr>
          <w:tcW w:w="5698" w:type="dxa"/>
          <w:shd w:val="clear" w:color="auto" w:fill="auto"/>
          <w:tcMar>
            <w:top w:w="57" w:type="dxa"/>
            <w:left w:w="0" w:type="dxa"/>
            <w:right w:w="0" w:type="dxa"/>
          </w:tcMar>
        </w:tcPr>
        <w:p w14:paraId="3144A95A" w14:textId="77777777" w:rsidR="00483954" w:rsidRPr="00D6163D" w:rsidRDefault="00483954" w:rsidP="00D6163D">
          <w:pPr>
            <w:pStyle w:val="Druhdokumentu"/>
          </w:pPr>
        </w:p>
      </w:tc>
    </w:tr>
  </w:tbl>
  <w:p w14:paraId="524F9203" w14:textId="77777777" w:rsidR="00483954" w:rsidRPr="00D6163D" w:rsidRDefault="004839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3954" w14:paraId="640893E4" w14:textId="77777777" w:rsidTr="00B22106">
      <w:trPr>
        <w:trHeight w:hRule="exact" w:val="936"/>
      </w:trPr>
      <w:tc>
        <w:tcPr>
          <w:tcW w:w="1361" w:type="dxa"/>
          <w:tcMar>
            <w:left w:w="0" w:type="dxa"/>
            <w:right w:w="0" w:type="dxa"/>
          </w:tcMar>
        </w:tcPr>
        <w:p w14:paraId="637A6AFE" w14:textId="77777777" w:rsidR="00483954" w:rsidRPr="00B8518B" w:rsidRDefault="00483954" w:rsidP="00FC6389">
          <w:pPr>
            <w:pStyle w:val="Zpat"/>
            <w:rPr>
              <w:rStyle w:val="slostrnky"/>
            </w:rPr>
          </w:pPr>
        </w:p>
      </w:tc>
      <w:tc>
        <w:tcPr>
          <w:tcW w:w="3458" w:type="dxa"/>
          <w:shd w:val="clear" w:color="auto" w:fill="auto"/>
          <w:tcMar>
            <w:left w:w="0" w:type="dxa"/>
            <w:right w:w="0" w:type="dxa"/>
          </w:tcMar>
        </w:tcPr>
        <w:p w14:paraId="6A678968" w14:textId="77777777" w:rsidR="00483954" w:rsidRDefault="00483954" w:rsidP="00FC6389">
          <w:pPr>
            <w:pStyle w:val="Zpat"/>
          </w:pPr>
        </w:p>
      </w:tc>
      <w:tc>
        <w:tcPr>
          <w:tcW w:w="5756" w:type="dxa"/>
          <w:shd w:val="clear" w:color="auto" w:fill="auto"/>
          <w:tcMar>
            <w:left w:w="0" w:type="dxa"/>
            <w:right w:w="0" w:type="dxa"/>
          </w:tcMar>
        </w:tcPr>
        <w:p w14:paraId="210F53A5" w14:textId="77777777" w:rsidR="00483954" w:rsidRPr="00D6163D" w:rsidRDefault="00483954" w:rsidP="00FC6389">
          <w:pPr>
            <w:pStyle w:val="Druhdokumentu"/>
          </w:pPr>
        </w:p>
      </w:tc>
    </w:tr>
    <w:tr w:rsidR="00483954" w14:paraId="5B86A378" w14:textId="77777777" w:rsidTr="00B22106">
      <w:trPr>
        <w:trHeight w:hRule="exact" w:val="936"/>
      </w:trPr>
      <w:tc>
        <w:tcPr>
          <w:tcW w:w="1361" w:type="dxa"/>
          <w:tcMar>
            <w:left w:w="0" w:type="dxa"/>
            <w:right w:w="0" w:type="dxa"/>
          </w:tcMar>
        </w:tcPr>
        <w:p w14:paraId="381E7F73" w14:textId="77777777" w:rsidR="00483954" w:rsidRPr="00B8518B" w:rsidRDefault="00483954" w:rsidP="00FC6389">
          <w:pPr>
            <w:pStyle w:val="Zpat"/>
            <w:rPr>
              <w:rStyle w:val="slostrnky"/>
            </w:rPr>
          </w:pPr>
        </w:p>
      </w:tc>
      <w:tc>
        <w:tcPr>
          <w:tcW w:w="3458" w:type="dxa"/>
          <w:shd w:val="clear" w:color="auto" w:fill="auto"/>
          <w:tcMar>
            <w:left w:w="0" w:type="dxa"/>
            <w:right w:w="0" w:type="dxa"/>
          </w:tcMar>
        </w:tcPr>
        <w:p w14:paraId="050C2EA8" w14:textId="77777777" w:rsidR="00483954" w:rsidRDefault="00483954" w:rsidP="00FC6389">
          <w:pPr>
            <w:pStyle w:val="Zpat"/>
          </w:pPr>
        </w:p>
      </w:tc>
      <w:tc>
        <w:tcPr>
          <w:tcW w:w="5756" w:type="dxa"/>
          <w:shd w:val="clear" w:color="auto" w:fill="auto"/>
          <w:tcMar>
            <w:left w:w="0" w:type="dxa"/>
            <w:right w:w="0" w:type="dxa"/>
          </w:tcMar>
        </w:tcPr>
        <w:p w14:paraId="3F668845" w14:textId="77777777" w:rsidR="00483954" w:rsidRPr="00D6163D" w:rsidRDefault="00483954" w:rsidP="00FC6389">
          <w:pPr>
            <w:pStyle w:val="Druhdokumentu"/>
          </w:pPr>
        </w:p>
      </w:tc>
    </w:tr>
  </w:tbl>
  <w:p w14:paraId="573A1BB8" w14:textId="77777777" w:rsidR="00483954" w:rsidRPr="00D6163D" w:rsidRDefault="00483954"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483954" w:rsidRPr="00460660" w:rsidRDefault="0048395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3954" w14:paraId="2ED7E681" w14:textId="77777777" w:rsidTr="00C02D0A">
      <w:trPr>
        <w:trHeight w:hRule="exact" w:val="454"/>
      </w:trPr>
      <w:tc>
        <w:tcPr>
          <w:tcW w:w="1361" w:type="dxa"/>
          <w:tcMar>
            <w:top w:w="57" w:type="dxa"/>
            <w:left w:w="0" w:type="dxa"/>
            <w:right w:w="0" w:type="dxa"/>
          </w:tcMar>
        </w:tcPr>
        <w:p w14:paraId="4A62288F" w14:textId="77777777" w:rsidR="00483954" w:rsidRPr="00B8518B" w:rsidRDefault="00483954" w:rsidP="00523EA7">
          <w:pPr>
            <w:pStyle w:val="Zpat"/>
            <w:rPr>
              <w:rStyle w:val="slostrnky"/>
            </w:rPr>
          </w:pPr>
        </w:p>
      </w:tc>
      <w:tc>
        <w:tcPr>
          <w:tcW w:w="3458" w:type="dxa"/>
          <w:shd w:val="clear" w:color="auto" w:fill="auto"/>
          <w:tcMar>
            <w:top w:w="57" w:type="dxa"/>
            <w:left w:w="0" w:type="dxa"/>
            <w:right w:w="0" w:type="dxa"/>
          </w:tcMar>
        </w:tcPr>
        <w:p w14:paraId="32BAD14A" w14:textId="77777777" w:rsidR="00483954" w:rsidRDefault="00483954" w:rsidP="00523EA7">
          <w:pPr>
            <w:pStyle w:val="Zpat"/>
          </w:pPr>
        </w:p>
      </w:tc>
      <w:tc>
        <w:tcPr>
          <w:tcW w:w="5698" w:type="dxa"/>
          <w:shd w:val="clear" w:color="auto" w:fill="auto"/>
          <w:tcMar>
            <w:top w:w="57" w:type="dxa"/>
            <w:left w:w="0" w:type="dxa"/>
            <w:right w:w="0" w:type="dxa"/>
          </w:tcMar>
        </w:tcPr>
        <w:p w14:paraId="43FBD2EF" w14:textId="77777777" w:rsidR="00483954" w:rsidRPr="00D6163D" w:rsidRDefault="00483954" w:rsidP="00D6163D">
          <w:pPr>
            <w:pStyle w:val="Druhdokumentu"/>
          </w:pPr>
        </w:p>
      </w:tc>
    </w:tr>
  </w:tbl>
  <w:p w14:paraId="2BB2A7E0" w14:textId="77777777" w:rsidR="00483954" w:rsidRPr="00D6163D" w:rsidRDefault="004839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577206"/>
    <w:multiLevelType w:val="hybridMultilevel"/>
    <w:tmpl w:val="9B4E8D32"/>
    <w:lvl w:ilvl="0" w:tplc="6A7A4ACC">
      <w:start w:val="1"/>
      <w:numFmt w:val="lowerLetter"/>
      <w:lvlText w:val="%1)"/>
      <w:lvlJc w:val="left"/>
      <w:pPr>
        <w:tabs>
          <w:tab w:val="num" w:pos="2828"/>
        </w:tabs>
        <w:ind w:left="2828" w:hanging="360"/>
      </w:pPr>
      <w:rPr>
        <w:rFonts w:hint="default"/>
        <w:color w:val="auto"/>
      </w:rPr>
    </w:lvl>
    <w:lvl w:ilvl="1" w:tplc="04050001">
      <w:start w:val="1"/>
      <w:numFmt w:val="bullet"/>
      <w:lvlText w:val=""/>
      <w:lvlJc w:val="left"/>
      <w:pPr>
        <w:tabs>
          <w:tab w:val="num" w:pos="3548"/>
        </w:tabs>
        <w:ind w:left="3548" w:hanging="360"/>
      </w:pPr>
      <w:rPr>
        <w:rFonts w:ascii="Symbol" w:hAnsi="Symbol" w:hint="default"/>
        <w:color w:val="auto"/>
      </w:rPr>
    </w:lvl>
    <w:lvl w:ilvl="2" w:tplc="FFFFFFFF">
      <w:start w:val="1"/>
      <w:numFmt w:val="lowerRoman"/>
      <w:lvlText w:val="%3."/>
      <w:lvlJc w:val="right"/>
      <w:pPr>
        <w:tabs>
          <w:tab w:val="num" w:pos="4268"/>
        </w:tabs>
        <w:ind w:left="4268" w:hanging="180"/>
      </w:pPr>
    </w:lvl>
    <w:lvl w:ilvl="3" w:tplc="FFFFFFFF">
      <w:start w:val="1"/>
      <w:numFmt w:val="decimal"/>
      <w:lvlText w:val="%4."/>
      <w:lvlJc w:val="left"/>
      <w:pPr>
        <w:tabs>
          <w:tab w:val="num" w:pos="4988"/>
        </w:tabs>
        <w:ind w:left="4988" w:hanging="360"/>
      </w:pPr>
    </w:lvl>
    <w:lvl w:ilvl="4" w:tplc="FFFFFFFF" w:tentative="1">
      <w:start w:val="1"/>
      <w:numFmt w:val="lowerLetter"/>
      <w:lvlText w:val="%5."/>
      <w:lvlJc w:val="left"/>
      <w:pPr>
        <w:tabs>
          <w:tab w:val="num" w:pos="5708"/>
        </w:tabs>
        <w:ind w:left="5708" w:hanging="360"/>
      </w:pPr>
    </w:lvl>
    <w:lvl w:ilvl="5" w:tplc="FFFFFFFF" w:tentative="1">
      <w:start w:val="1"/>
      <w:numFmt w:val="lowerRoman"/>
      <w:lvlText w:val="%6."/>
      <w:lvlJc w:val="right"/>
      <w:pPr>
        <w:tabs>
          <w:tab w:val="num" w:pos="6428"/>
        </w:tabs>
        <w:ind w:left="6428" w:hanging="180"/>
      </w:pPr>
    </w:lvl>
    <w:lvl w:ilvl="6" w:tplc="FFFFFFFF" w:tentative="1">
      <w:start w:val="1"/>
      <w:numFmt w:val="decimal"/>
      <w:lvlText w:val="%7."/>
      <w:lvlJc w:val="left"/>
      <w:pPr>
        <w:tabs>
          <w:tab w:val="num" w:pos="7148"/>
        </w:tabs>
        <w:ind w:left="7148" w:hanging="360"/>
      </w:pPr>
    </w:lvl>
    <w:lvl w:ilvl="7" w:tplc="FFFFFFFF" w:tentative="1">
      <w:start w:val="1"/>
      <w:numFmt w:val="lowerLetter"/>
      <w:lvlText w:val="%8."/>
      <w:lvlJc w:val="left"/>
      <w:pPr>
        <w:tabs>
          <w:tab w:val="num" w:pos="7868"/>
        </w:tabs>
        <w:ind w:left="7868" w:hanging="360"/>
      </w:pPr>
    </w:lvl>
    <w:lvl w:ilvl="8" w:tplc="FFFFFFFF" w:tentative="1">
      <w:start w:val="1"/>
      <w:numFmt w:val="lowerRoman"/>
      <w:lvlText w:val="%9."/>
      <w:lvlJc w:val="right"/>
      <w:pPr>
        <w:tabs>
          <w:tab w:val="num" w:pos="8588"/>
        </w:tabs>
        <w:ind w:left="8588"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0150559">
    <w:abstractNumId w:val="4"/>
  </w:num>
  <w:num w:numId="2" w16cid:durableId="1688408788">
    <w:abstractNumId w:val="1"/>
  </w:num>
  <w:num w:numId="3" w16cid:durableId="84427211">
    <w:abstractNumId w:val="14"/>
  </w:num>
  <w:num w:numId="4" w16cid:durableId="987637228">
    <w:abstractNumId w:val="7"/>
  </w:num>
  <w:num w:numId="5" w16cid:durableId="640117744">
    <w:abstractNumId w:val="0"/>
  </w:num>
  <w:num w:numId="6" w16cid:durableId="319816240">
    <w:abstractNumId w:val="8"/>
  </w:num>
  <w:num w:numId="7" w16cid:durableId="1699161026">
    <w:abstractNumId w:val="11"/>
  </w:num>
  <w:num w:numId="8" w16cid:durableId="2008052738">
    <w:abstractNumId w:val="12"/>
  </w:num>
  <w:num w:numId="9" w16cid:durableId="381058545">
    <w:abstractNumId w:val="3"/>
  </w:num>
  <w:num w:numId="10" w16cid:durableId="944196553">
    <w:abstractNumId w:val="15"/>
  </w:num>
  <w:num w:numId="11" w16cid:durableId="267736429">
    <w:abstractNumId w:val="9"/>
  </w:num>
  <w:num w:numId="12" w16cid:durableId="1417479623">
    <w:abstractNumId w:val="13"/>
  </w:num>
  <w:num w:numId="13" w16cid:durableId="467742736">
    <w:abstractNumId w:val="2"/>
  </w:num>
  <w:num w:numId="14" w16cid:durableId="439683074">
    <w:abstractNumId w:val="5"/>
  </w:num>
  <w:num w:numId="15" w16cid:durableId="287779729">
    <w:abstractNumId w:val="6"/>
  </w:num>
  <w:num w:numId="16" w16cid:durableId="98331480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88D"/>
    <w:rsid w:val="00067891"/>
    <w:rsid w:val="00067A5E"/>
    <w:rsid w:val="000719BB"/>
    <w:rsid w:val="00072A65"/>
    <w:rsid w:val="00072C1E"/>
    <w:rsid w:val="00083273"/>
    <w:rsid w:val="00092F49"/>
    <w:rsid w:val="00093642"/>
    <w:rsid w:val="00096932"/>
    <w:rsid w:val="000A06F1"/>
    <w:rsid w:val="000A32D5"/>
    <w:rsid w:val="000A4B9F"/>
    <w:rsid w:val="000B4EB8"/>
    <w:rsid w:val="000B551A"/>
    <w:rsid w:val="000B702D"/>
    <w:rsid w:val="000C41F2"/>
    <w:rsid w:val="000D22C4"/>
    <w:rsid w:val="000D27D1"/>
    <w:rsid w:val="000E1A7F"/>
    <w:rsid w:val="00104A25"/>
    <w:rsid w:val="00112386"/>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93E59"/>
    <w:rsid w:val="001B1A21"/>
    <w:rsid w:val="001B4AA1"/>
    <w:rsid w:val="001B4E74"/>
    <w:rsid w:val="001C19E7"/>
    <w:rsid w:val="001C2A3F"/>
    <w:rsid w:val="001C645F"/>
    <w:rsid w:val="001D6587"/>
    <w:rsid w:val="001D6FD7"/>
    <w:rsid w:val="001E233C"/>
    <w:rsid w:val="001E4D50"/>
    <w:rsid w:val="001E5D10"/>
    <w:rsid w:val="001E678E"/>
    <w:rsid w:val="001E6B7C"/>
    <w:rsid w:val="001F0BA7"/>
    <w:rsid w:val="001F458E"/>
    <w:rsid w:val="001F72E0"/>
    <w:rsid w:val="0020183E"/>
    <w:rsid w:val="002038D5"/>
    <w:rsid w:val="002071BB"/>
    <w:rsid w:val="00207DF5"/>
    <w:rsid w:val="00212901"/>
    <w:rsid w:val="0021440B"/>
    <w:rsid w:val="00214C3E"/>
    <w:rsid w:val="00224A3C"/>
    <w:rsid w:val="0022516E"/>
    <w:rsid w:val="00230947"/>
    <w:rsid w:val="00240B81"/>
    <w:rsid w:val="00247D01"/>
    <w:rsid w:val="00251C84"/>
    <w:rsid w:val="0025477C"/>
    <w:rsid w:val="0026092C"/>
    <w:rsid w:val="00261A5B"/>
    <w:rsid w:val="00262E5B"/>
    <w:rsid w:val="00263E6F"/>
    <w:rsid w:val="00263E8B"/>
    <w:rsid w:val="00270C89"/>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17119"/>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86966"/>
    <w:rsid w:val="00392910"/>
    <w:rsid w:val="00392EB6"/>
    <w:rsid w:val="003943D3"/>
    <w:rsid w:val="00394FF4"/>
    <w:rsid w:val="00395432"/>
    <w:rsid w:val="003956C6"/>
    <w:rsid w:val="00397FC9"/>
    <w:rsid w:val="003A197F"/>
    <w:rsid w:val="003A2DF0"/>
    <w:rsid w:val="003C33F2"/>
    <w:rsid w:val="003C3608"/>
    <w:rsid w:val="003D6409"/>
    <w:rsid w:val="003D756E"/>
    <w:rsid w:val="003E07CB"/>
    <w:rsid w:val="003E2046"/>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966"/>
    <w:rsid w:val="00453CD3"/>
    <w:rsid w:val="0046002F"/>
    <w:rsid w:val="00460660"/>
    <w:rsid w:val="00464BA9"/>
    <w:rsid w:val="004818C3"/>
    <w:rsid w:val="00482306"/>
    <w:rsid w:val="00483954"/>
    <w:rsid w:val="00483969"/>
    <w:rsid w:val="00485CE8"/>
    <w:rsid w:val="00486107"/>
    <w:rsid w:val="00491827"/>
    <w:rsid w:val="004A5646"/>
    <w:rsid w:val="004A7152"/>
    <w:rsid w:val="004C4399"/>
    <w:rsid w:val="004C47D6"/>
    <w:rsid w:val="004C5D1C"/>
    <w:rsid w:val="004C787C"/>
    <w:rsid w:val="004D09FB"/>
    <w:rsid w:val="004D482C"/>
    <w:rsid w:val="004E7A1F"/>
    <w:rsid w:val="004F4B9B"/>
    <w:rsid w:val="004F5397"/>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B5ACA"/>
    <w:rsid w:val="005C0CA7"/>
    <w:rsid w:val="005C11C2"/>
    <w:rsid w:val="005D3C39"/>
    <w:rsid w:val="005E30BE"/>
    <w:rsid w:val="005F0CB2"/>
    <w:rsid w:val="005F7183"/>
    <w:rsid w:val="00601A8C"/>
    <w:rsid w:val="0061068E"/>
    <w:rsid w:val="006115D3"/>
    <w:rsid w:val="0061213E"/>
    <w:rsid w:val="00624262"/>
    <w:rsid w:val="00630948"/>
    <w:rsid w:val="00635446"/>
    <w:rsid w:val="006379CF"/>
    <w:rsid w:val="00642E18"/>
    <w:rsid w:val="00651ED2"/>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4278"/>
    <w:rsid w:val="006B6FE4"/>
    <w:rsid w:val="006C0BB6"/>
    <w:rsid w:val="006C2343"/>
    <w:rsid w:val="006C442A"/>
    <w:rsid w:val="006C490F"/>
    <w:rsid w:val="006C7460"/>
    <w:rsid w:val="006D3D66"/>
    <w:rsid w:val="006D633D"/>
    <w:rsid w:val="006E055F"/>
    <w:rsid w:val="006E0578"/>
    <w:rsid w:val="006E314D"/>
    <w:rsid w:val="006E59EF"/>
    <w:rsid w:val="006E5FBA"/>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0AAE"/>
    <w:rsid w:val="007616C2"/>
    <w:rsid w:val="0076286B"/>
    <w:rsid w:val="00766846"/>
    <w:rsid w:val="0077673A"/>
    <w:rsid w:val="007776A9"/>
    <w:rsid w:val="00777E81"/>
    <w:rsid w:val="007846E1"/>
    <w:rsid w:val="007847D6"/>
    <w:rsid w:val="007A5172"/>
    <w:rsid w:val="007A67A0"/>
    <w:rsid w:val="007A6E42"/>
    <w:rsid w:val="007A7344"/>
    <w:rsid w:val="007B364C"/>
    <w:rsid w:val="007B3F34"/>
    <w:rsid w:val="007B570C"/>
    <w:rsid w:val="007D0186"/>
    <w:rsid w:val="007D064F"/>
    <w:rsid w:val="007D51F3"/>
    <w:rsid w:val="007D5D19"/>
    <w:rsid w:val="007E447E"/>
    <w:rsid w:val="007E4A6E"/>
    <w:rsid w:val="007E4E7B"/>
    <w:rsid w:val="007F56A7"/>
    <w:rsid w:val="007F6330"/>
    <w:rsid w:val="007F6CF0"/>
    <w:rsid w:val="00800851"/>
    <w:rsid w:val="00807DD0"/>
    <w:rsid w:val="00815359"/>
    <w:rsid w:val="00816110"/>
    <w:rsid w:val="00821D01"/>
    <w:rsid w:val="00823CA4"/>
    <w:rsid w:val="00826B7B"/>
    <w:rsid w:val="0083038D"/>
    <w:rsid w:val="0083573F"/>
    <w:rsid w:val="008451B3"/>
    <w:rsid w:val="00846789"/>
    <w:rsid w:val="008500BE"/>
    <w:rsid w:val="008537E0"/>
    <w:rsid w:val="00855710"/>
    <w:rsid w:val="00866994"/>
    <w:rsid w:val="00872C00"/>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5DBC"/>
    <w:rsid w:val="008F797B"/>
    <w:rsid w:val="009020DB"/>
    <w:rsid w:val="00904780"/>
    <w:rsid w:val="0090635B"/>
    <w:rsid w:val="00922385"/>
    <w:rsid w:val="009223DF"/>
    <w:rsid w:val="00932961"/>
    <w:rsid w:val="00936091"/>
    <w:rsid w:val="009369E6"/>
    <w:rsid w:val="00940D8A"/>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E07F4"/>
    <w:rsid w:val="009E2667"/>
    <w:rsid w:val="009E5A01"/>
    <w:rsid w:val="009F0867"/>
    <w:rsid w:val="009F309B"/>
    <w:rsid w:val="009F392E"/>
    <w:rsid w:val="009F53C5"/>
    <w:rsid w:val="009F638B"/>
    <w:rsid w:val="00A0740E"/>
    <w:rsid w:val="00A11838"/>
    <w:rsid w:val="00A209AF"/>
    <w:rsid w:val="00A21A01"/>
    <w:rsid w:val="00A37B40"/>
    <w:rsid w:val="00A4222A"/>
    <w:rsid w:val="00A50641"/>
    <w:rsid w:val="00A50C2E"/>
    <w:rsid w:val="00A530BF"/>
    <w:rsid w:val="00A6177B"/>
    <w:rsid w:val="00A66031"/>
    <w:rsid w:val="00A66136"/>
    <w:rsid w:val="00A671E9"/>
    <w:rsid w:val="00A70107"/>
    <w:rsid w:val="00A71189"/>
    <w:rsid w:val="00A7364A"/>
    <w:rsid w:val="00A74DCC"/>
    <w:rsid w:val="00A753ED"/>
    <w:rsid w:val="00A77512"/>
    <w:rsid w:val="00A94C2F"/>
    <w:rsid w:val="00A97E26"/>
    <w:rsid w:val="00AA4CBB"/>
    <w:rsid w:val="00AA65FA"/>
    <w:rsid w:val="00AA7351"/>
    <w:rsid w:val="00AA7AB8"/>
    <w:rsid w:val="00AB1525"/>
    <w:rsid w:val="00AD056F"/>
    <w:rsid w:val="00AD0C7B"/>
    <w:rsid w:val="00AD34E6"/>
    <w:rsid w:val="00AD5F1A"/>
    <w:rsid w:val="00AD6731"/>
    <w:rsid w:val="00AE39F5"/>
    <w:rsid w:val="00AF1F07"/>
    <w:rsid w:val="00AF5B4C"/>
    <w:rsid w:val="00B008D5"/>
    <w:rsid w:val="00B0238F"/>
    <w:rsid w:val="00B02F73"/>
    <w:rsid w:val="00B05B31"/>
    <w:rsid w:val="00B0619F"/>
    <w:rsid w:val="00B11AEA"/>
    <w:rsid w:val="00B13A26"/>
    <w:rsid w:val="00B15D0D"/>
    <w:rsid w:val="00B16E4F"/>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B7034"/>
    <w:rsid w:val="00BB7FF7"/>
    <w:rsid w:val="00BC06C4"/>
    <w:rsid w:val="00BC3ACC"/>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CE5E3A"/>
    <w:rsid w:val="00CF3376"/>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5B8F"/>
    <w:rsid w:val="00D97BE3"/>
    <w:rsid w:val="00DA2A68"/>
    <w:rsid w:val="00DA3711"/>
    <w:rsid w:val="00DA3765"/>
    <w:rsid w:val="00DB4F4F"/>
    <w:rsid w:val="00DD12BD"/>
    <w:rsid w:val="00DD3E11"/>
    <w:rsid w:val="00DD46F3"/>
    <w:rsid w:val="00DD514B"/>
    <w:rsid w:val="00DD7665"/>
    <w:rsid w:val="00DE56F2"/>
    <w:rsid w:val="00DF116D"/>
    <w:rsid w:val="00DF7033"/>
    <w:rsid w:val="00E033DB"/>
    <w:rsid w:val="00E04266"/>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8059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15F0"/>
    <w:rsid w:val="00F659EB"/>
    <w:rsid w:val="00F6726B"/>
    <w:rsid w:val="00F70006"/>
    <w:rsid w:val="00F7085A"/>
    <w:rsid w:val="00F7405C"/>
    <w:rsid w:val="00F762A8"/>
    <w:rsid w:val="00F80705"/>
    <w:rsid w:val="00F86BA6"/>
    <w:rsid w:val="00F903C0"/>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ODslseznam-2a">
    <w:name w:val="_SOD_čísl_seznam-2_a)"/>
    <w:basedOn w:val="Odstavecseseznamem"/>
    <w:qFormat/>
    <w:rsid w:val="00BC3ACC"/>
    <w:pPr>
      <w:numPr>
        <w:numId w:val="16"/>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872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D69FE48-9401-47EA-9683-9B5B89E7CDAB}">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16</TotalTime>
  <Pages>15</Pages>
  <Words>5545</Words>
  <Characters>32721</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8</cp:revision>
  <cp:lastPrinted>2020-12-17T06:12:00Z</cp:lastPrinted>
  <dcterms:created xsi:type="dcterms:W3CDTF">2024-06-10T12:34:00Z</dcterms:created>
  <dcterms:modified xsi:type="dcterms:W3CDTF">2024-06-18T06:14:00Z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